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4FD02" w14:textId="77777777" w:rsidR="006669FD" w:rsidRPr="00100752" w:rsidRDefault="00D07E0A" w:rsidP="006669FD">
      <w:pPr>
        <w:pStyle w:val="Title"/>
      </w:pPr>
      <w:r w:rsidRPr="00100752">
        <w:t>PROJEKTEERIMIS</w:t>
      </w:r>
      <w:r w:rsidR="00B02111" w:rsidRPr="00100752">
        <w:t>LEPING</w:t>
      </w:r>
      <w:r w:rsidR="00E22664" w:rsidRPr="00100752">
        <w:t xml:space="preserve"> nr </w:t>
      </w:r>
      <w:r w:rsidR="00E22664" w:rsidRPr="00100752">
        <w:fldChar w:fldCharType="begin"/>
      </w:r>
      <w:r w:rsidR="00E22664" w:rsidRPr="00100752">
        <w:instrText xml:space="preserve"> MACROBUTTON  AcceptAllChangesInDoc [Sisesta number] </w:instrText>
      </w:r>
      <w:r w:rsidR="00E22664" w:rsidRPr="00100752">
        <w:fldChar w:fldCharType="end"/>
      </w:r>
    </w:p>
    <w:p w14:paraId="12EAE037" w14:textId="77777777" w:rsidR="006669FD" w:rsidRPr="00100752" w:rsidRDefault="006669FD" w:rsidP="006669FD">
      <w:pPr>
        <w:jc w:val="both"/>
      </w:pPr>
    </w:p>
    <w:p w14:paraId="57A85115" w14:textId="77777777" w:rsidR="006669FD" w:rsidRPr="00100752" w:rsidRDefault="006669FD" w:rsidP="006669FD">
      <w:pPr>
        <w:jc w:val="both"/>
      </w:pPr>
    </w:p>
    <w:p w14:paraId="6F3B67D2" w14:textId="77777777" w:rsidR="00867887" w:rsidRPr="00100752" w:rsidRDefault="00A55DB2" w:rsidP="00867887">
      <w:pPr>
        <w:pStyle w:val="NormalWeb"/>
        <w:jc w:val="right"/>
        <w:rPr>
          <w:rFonts w:eastAsia="Calibri"/>
          <w:szCs w:val="22"/>
        </w:rPr>
      </w:pPr>
      <w:sdt>
        <w:sdtPr>
          <w:rPr>
            <w:rFonts w:eastAsia="Calibri"/>
            <w:szCs w:val="22"/>
          </w:rPr>
          <w:id w:val="448594684"/>
          <w:placeholder>
            <w:docPart w:val="FEB04C88DB494653AD1F9D1F258B9FCC"/>
          </w:placeholder>
          <w:date>
            <w:dateFormat w:val="d.MM.yyyy"/>
            <w:lid w:val="et-EE"/>
            <w:storeMappedDataAs w:val="dateTime"/>
            <w:calendar w:val="gregorian"/>
          </w:date>
        </w:sdtPr>
        <w:sdtEndPr/>
        <w:sdtContent>
          <w:r w:rsidR="00867887" w:rsidRPr="00100752">
            <w:rPr>
              <w:rFonts w:eastAsia="Calibri"/>
              <w:szCs w:val="22"/>
            </w:rPr>
            <w:t xml:space="preserve">[Vali </w:t>
          </w:r>
          <w:proofErr w:type="spellStart"/>
          <w:r w:rsidR="00867887" w:rsidRPr="00100752">
            <w:rPr>
              <w:rFonts w:eastAsia="Calibri"/>
              <w:szCs w:val="22"/>
            </w:rPr>
            <w:t>kuupäev</w:t>
          </w:r>
          <w:proofErr w:type="spellEnd"/>
          <w:r w:rsidR="00867887" w:rsidRPr="00100752">
            <w:rPr>
              <w:rFonts w:eastAsia="Calibri"/>
              <w:szCs w:val="22"/>
            </w:rPr>
            <w:t>]</w:t>
          </w:r>
        </w:sdtContent>
      </w:sdt>
    </w:p>
    <w:p w14:paraId="550AD148" w14:textId="77777777" w:rsidR="00867887" w:rsidRPr="00100752" w:rsidRDefault="00867887" w:rsidP="00867887">
      <w:pPr>
        <w:pStyle w:val="NormalWeb"/>
        <w:jc w:val="right"/>
        <w:rPr>
          <w:lang w:val="et-EE"/>
        </w:rPr>
      </w:pPr>
      <w:r w:rsidRPr="00100752">
        <w:rPr>
          <w:rFonts w:eastAsia="Calibri"/>
          <w:szCs w:val="22"/>
        </w:rPr>
        <w:t>(</w:t>
      </w:r>
      <w:proofErr w:type="spellStart"/>
      <w:proofErr w:type="gramStart"/>
      <w:r w:rsidRPr="00100752">
        <w:rPr>
          <w:rFonts w:eastAsia="Calibri"/>
          <w:szCs w:val="22"/>
        </w:rPr>
        <w:t>hiliseima</w:t>
      </w:r>
      <w:proofErr w:type="spellEnd"/>
      <w:proofErr w:type="gramEnd"/>
      <w:r w:rsidRPr="00100752">
        <w:rPr>
          <w:rFonts w:eastAsia="Calibri"/>
          <w:szCs w:val="22"/>
        </w:rPr>
        <w:t xml:space="preserve"> </w:t>
      </w:r>
      <w:proofErr w:type="spellStart"/>
      <w:r w:rsidRPr="00100752">
        <w:rPr>
          <w:rFonts w:eastAsia="Calibri"/>
          <w:szCs w:val="22"/>
        </w:rPr>
        <w:t>digitaalallkirja</w:t>
      </w:r>
      <w:proofErr w:type="spellEnd"/>
      <w:r w:rsidRPr="00100752">
        <w:rPr>
          <w:rFonts w:eastAsia="Calibri"/>
          <w:szCs w:val="22"/>
        </w:rPr>
        <w:t xml:space="preserve"> </w:t>
      </w:r>
      <w:proofErr w:type="spellStart"/>
      <w:r w:rsidRPr="00100752">
        <w:rPr>
          <w:rFonts w:eastAsia="Calibri"/>
          <w:szCs w:val="22"/>
        </w:rPr>
        <w:t>kuupäev</w:t>
      </w:r>
      <w:proofErr w:type="spellEnd"/>
      <w:r w:rsidRPr="00100752">
        <w:rPr>
          <w:rFonts w:eastAsia="Calibri"/>
          <w:szCs w:val="22"/>
        </w:rPr>
        <w:t>)</w:t>
      </w:r>
    </w:p>
    <w:p w14:paraId="1B0BA9E0" w14:textId="77777777" w:rsidR="006669FD" w:rsidRPr="00100752" w:rsidRDefault="006669FD" w:rsidP="00B47672">
      <w:pPr>
        <w:jc w:val="right"/>
      </w:pPr>
    </w:p>
    <w:p w14:paraId="2980AD60" w14:textId="77777777" w:rsidR="006669FD" w:rsidRPr="00100752" w:rsidRDefault="006669FD" w:rsidP="006669FD">
      <w:pPr>
        <w:jc w:val="both"/>
      </w:pPr>
    </w:p>
    <w:p w14:paraId="4887FBCA" w14:textId="77777777" w:rsidR="00222E23" w:rsidRPr="00100752" w:rsidRDefault="00634FF0" w:rsidP="00222E23">
      <w:pPr>
        <w:jc w:val="both"/>
      </w:pPr>
      <w:r w:rsidRPr="00100752">
        <w:t xml:space="preserve">Riigimetsa Majandamise Keskus, </w:t>
      </w:r>
      <w:r w:rsidR="00222E23" w:rsidRPr="00100752">
        <w:t xml:space="preserve"> edaspidi </w:t>
      </w:r>
      <w:r w:rsidR="00222E23" w:rsidRPr="00100752">
        <w:rPr>
          <w:b/>
        </w:rPr>
        <w:t xml:space="preserve">tellija, </w:t>
      </w:r>
      <w:r w:rsidR="00222E23" w:rsidRPr="00100752">
        <w:t xml:space="preserve">keda esindab </w:t>
      </w:r>
      <w:sdt>
        <w:sdtPr>
          <w:tag w:val="Riigimetsa Majandamise Keskuse "/>
          <w:id w:val="-1598098674"/>
          <w:placeholder>
            <w:docPart w:val="8F033358870C483DB31F87EE230C268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222E23" w:rsidRPr="00100752">
            <w:t>[Vali sobiv]</w:t>
          </w:r>
        </w:sdtContent>
      </w:sdt>
      <w:r w:rsidR="00222E23" w:rsidRPr="00100752">
        <w:t xml:space="preserve"> </w:t>
      </w:r>
      <w:sdt>
        <w:sdtPr>
          <w:alias w:val="Vali kuupäev"/>
          <w:tag w:val="Vali kuupäev"/>
          <w:id w:val="-171967024"/>
          <w:placeholder>
            <w:docPart w:val="D145C4DD65674F18940769F03CCCD063"/>
          </w:placeholder>
          <w:date>
            <w:dateFormat w:val="d.MM.yyyy"/>
            <w:lid w:val="et-EE"/>
            <w:storeMappedDataAs w:val="dateTime"/>
            <w:calendar w:val="gregorian"/>
          </w:date>
        </w:sdtPr>
        <w:sdtEndPr/>
        <w:sdtContent>
          <w:r w:rsidR="00222E23" w:rsidRPr="00100752">
            <w:t>[Vali kuupäev]</w:t>
          </w:r>
        </w:sdtContent>
      </w:sdt>
      <w:r w:rsidR="00222E23" w:rsidRPr="00100752">
        <w:t xml:space="preserve"> </w:t>
      </w:r>
      <w:sdt>
        <w:sdtPr>
          <w:id w:val="-775716232"/>
          <w:placeholder>
            <w:docPart w:val="8F033358870C483DB31F87EE230C268D"/>
          </w:placeholder>
          <w:comboBox>
            <w:listItem w:displayText="otsuse" w:value="otsuse"/>
            <w:listItem w:displayText="käskkirja" w:value="käskkirja"/>
            <w:listItem w:displayText="volikirja" w:value="volikirja"/>
            <w:listItem w:displayText="määruse" w:value="määruse"/>
          </w:comboBox>
        </w:sdtPr>
        <w:sdtEndPr/>
        <w:sdtContent>
          <w:r w:rsidR="00222E23" w:rsidRPr="00100752">
            <w:t>[Vali sobiv]</w:t>
          </w:r>
        </w:sdtContent>
      </w:sdt>
      <w:r w:rsidR="00222E23" w:rsidRPr="00100752">
        <w:t xml:space="preserve"> nr </w:t>
      </w:r>
      <w:r w:rsidR="00222E23" w:rsidRPr="00100752">
        <w:fldChar w:fldCharType="begin"/>
      </w:r>
      <w:r w:rsidR="00222E23" w:rsidRPr="00100752">
        <w:instrText xml:space="preserve"> MACROBUTTON  AcceptAllChangesInDoc [Sisesta number] </w:instrText>
      </w:r>
      <w:r w:rsidR="00222E23" w:rsidRPr="00100752">
        <w:fldChar w:fldCharType="end"/>
      </w:r>
      <w:r w:rsidR="00222E23" w:rsidRPr="00100752">
        <w:t xml:space="preserve">alusel </w:t>
      </w:r>
      <w:r w:rsidR="00222E23" w:rsidRPr="00100752">
        <w:rPr>
          <w:rFonts w:eastAsia="Calibri"/>
        </w:rPr>
        <w:fldChar w:fldCharType="begin"/>
      </w:r>
      <w:r w:rsidR="00222E23" w:rsidRPr="00100752">
        <w:rPr>
          <w:rFonts w:eastAsia="Calibri"/>
        </w:rPr>
        <w:instrText xml:space="preserve"> MACROBUTTON  AcceptAllChangesInDoc [Sisesta ametinimetus] </w:instrText>
      </w:r>
      <w:r w:rsidR="00222E23" w:rsidRPr="00100752">
        <w:rPr>
          <w:rFonts w:eastAsia="Calibri"/>
        </w:rPr>
        <w:fldChar w:fldCharType="end"/>
      </w:r>
      <w:r w:rsidR="00222E23" w:rsidRPr="00100752">
        <w:rPr>
          <w:rFonts w:eastAsia="Calibri"/>
        </w:rPr>
        <w:t xml:space="preserve"> </w:t>
      </w:r>
      <w:r w:rsidR="00222E23" w:rsidRPr="00100752">
        <w:rPr>
          <w:rFonts w:eastAsia="Calibri"/>
        </w:rPr>
        <w:fldChar w:fldCharType="begin"/>
      </w:r>
      <w:r w:rsidR="00222E23" w:rsidRPr="00100752">
        <w:rPr>
          <w:rFonts w:eastAsia="Calibri"/>
        </w:rPr>
        <w:instrText xml:space="preserve"> MACROBUTTON  AcceptAllChangesInDoc [Sisesta eesnimi ja perekonnanimi] </w:instrText>
      </w:r>
      <w:r w:rsidR="00222E23" w:rsidRPr="00100752">
        <w:rPr>
          <w:rFonts w:eastAsia="Calibri"/>
        </w:rPr>
        <w:fldChar w:fldCharType="end"/>
      </w:r>
      <w:r w:rsidR="00222E23" w:rsidRPr="00100752">
        <w:t>, ühelt poolt,</w:t>
      </w:r>
    </w:p>
    <w:p w14:paraId="23D34BE7" w14:textId="77777777" w:rsidR="00222E23" w:rsidRPr="00100752" w:rsidRDefault="00222E23" w:rsidP="00634FF0">
      <w:pPr>
        <w:jc w:val="both"/>
      </w:pPr>
    </w:p>
    <w:p w14:paraId="7C139662" w14:textId="77777777" w:rsidR="00222E23" w:rsidRPr="00100752" w:rsidRDefault="00634FF0" w:rsidP="00222E23">
      <w:pPr>
        <w:jc w:val="both"/>
      </w:pPr>
      <w:r w:rsidRPr="00100752">
        <w:t>ja</w:t>
      </w:r>
      <w:r w:rsidR="00222E23" w:rsidRPr="00100752">
        <w:t xml:space="preserve"> </w:t>
      </w:r>
      <w:r w:rsidR="00222E23" w:rsidRPr="00100752">
        <w:fldChar w:fldCharType="begin"/>
      </w:r>
      <w:r w:rsidR="00222E23" w:rsidRPr="00100752">
        <w:instrText xml:space="preserve"> MACROBUTTON  AcceptAllChangesInDoc [Sisesta juriidilise isiku nimi], </w:instrText>
      </w:r>
      <w:r w:rsidR="00222E23" w:rsidRPr="00100752">
        <w:fldChar w:fldCharType="end"/>
      </w:r>
      <w:r w:rsidR="00222E23" w:rsidRPr="00100752">
        <w:rPr>
          <w:bCs/>
        </w:rPr>
        <w:t xml:space="preserve">edaspidi </w:t>
      </w:r>
      <w:proofErr w:type="spellStart"/>
      <w:r w:rsidR="00222E23" w:rsidRPr="00100752">
        <w:rPr>
          <w:b/>
          <w:bCs/>
        </w:rPr>
        <w:t>projekteerija</w:t>
      </w:r>
      <w:proofErr w:type="spellEnd"/>
      <w:r w:rsidR="00222E23" w:rsidRPr="00100752">
        <w:rPr>
          <w:bCs/>
        </w:rPr>
        <w:t xml:space="preserve">, </w:t>
      </w:r>
      <w:r w:rsidR="00222E23" w:rsidRPr="00100752">
        <w:rPr>
          <w:iCs/>
        </w:rPr>
        <w:t xml:space="preserve">keda esindab </w:t>
      </w:r>
      <w:sdt>
        <w:sdtPr>
          <w:tag w:val="Riigimetsa Majandamise Keskuse "/>
          <w:id w:val="219788717"/>
          <w:placeholder>
            <w:docPart w:val="5F02792E2BFD408C88B2027115312D5E"/>
          </w:placeholder>
          <w:comboBox>
            <w:listItem w:displayText="põhikirja" w:value="põhikirja"/>
            <w:listItem w:displayText="volikirja" w:value="volikirja"/>
          </w:comboBox>
        </w:sdtPr>
        <w:sdtEndPr/>
        <w:sdtContent>
          <w:r w:rsidR="00222E23" w:rsidRPr="00100752">
            <w:t>[Vali sobiv]</w:t>
          </w:r>
        </w:sdtContent>
      </w:sdt>
      <w:r w:rsidR="00222E23" w:rsidRPr="00100752">
        <w:rPr>
          <w:iCs/>
        </w:rPr>
        <w:t xml:space="preserve"> alusel </w:t>
      </w:r>
      <w:r w:rsidR="00222E23" w:rsidRPr="00100752">
        <w:rPr>
          <w:rFonts w:eastAsia="Calibri"/>
        </w:rPr>
        <w:fldChar w:fldCharType="begin"/>
      </w:r>
      <w:r w:rsidR="00222E23" w:rsidRPr="00100752">
        <w:rPr>
          <w:rFonts w:eastAsia="Calibri"/>
        </w:rPr>
        <w:instrText xml:space="preserve"> MACROBUTTON  AcceptAllChangesInDoc [Sisesta ametinimetus] </w:instrText>
      </w:r>
      <w:r w:rsidR="00222E23" w:rsidRPr="00100752">
        <w:rPr>
          <w:rFonts w:eastAsia="Calibri"/>
        </w:rPr>
        <w:fldChar w:fldCharType="end"/>
      </w:r>
      <w:r w:rsidR="00867887" w:rsidRPr="00100752">
        <w:rPr>
          <w:rFonts w:eastAsia="Calibri"/>
        </w:rPr>
        <w:fldChar w:fldCharType="begin"/>
      </w:r>
      <w:r w:rsidR="00867887" w:rsidRPr="00100752">
        <w:rPr>
          <w:rFonts w:eastAsia="Calibri"/>
        </w:rPr>
        <w:instrText xml:space="preserve"> MACROBUTTON  AcceptAllChangesInDoc [Sisesta eesnimi ja perekonnanimi], </w:instrText>
      </w:r>
      <w:r w:rsidR="00867887" w:rsidRPr="00100752">
        <w:rPr>
          <w:rFonts w:eastAsia="Calibri"/>
        </w:rPr>
        <w:fldChar w:fldCharType="end"/>
      </w:r>
      <w:r w:rsidR="00222E23" w:rsidRPr="00100752">
        <w:t xml:space="preserve">edaspidi </w:t>
      </w:r>
      <w:r w:rsidR="00222E23" w:rsidRPr="00100752">
        <w:rPr>
          <w:b/>
          <w:bCs/>
        </w:rPr>
        <w:t>töövõtja,</w:t>
      </w:r>
      <w:r w:rsidR="00222E23" w:rsidRPr="00100752">
        <w:t xml:space="preserve"> teiselt poolt, </w:t>
      </w:r>
    </w:p>
    <w:p w14:paraId="167D3A05" w14:textId="77777777" w:rsidR="00222E23" w:rsidRPr="00100752" w:rsidRDefault="00222E23" w:rsidP="00222E23">
      <w:pPr>
        <w:jc w:val="both"/>
      </w:pPr>
    </w:p>
    <w:p w14:paraId="5D279493" w14:textId="77777777" w:rsidR="0048584E" w:rsidRPr="00100752" w:rsidRDefault="0048584E" w:rsidP="0048584E">
      <w:pPr>
        <w:jc w:val="both"/>
      </w:pPr>
      <w:r w:rsidRPr="00100752">
        <w:t xml:space="preserve">ja </w:t>
      </w:r>
      <w:r w:rsidRPr="00100752">
        <w:rPr>
          <w:rFonts w:eastAsia="Calibri"/>
        </w:rPr>
        <w:fldChar w:fldCharType="begin"/>
      </w:r>
      <w:r w:rsidRPr="00100752">
        <w:rPr>
          <w:rFonts w:eastAsia="Calibri"/>
        </w:rPr>
        <w:instrText xml:space="preserve"> MACROBUTTON  AcceptAllChangesInDoc [Sisesta füüsilisest isikust ettevõtja nimi], </w:instrText>
      </w:r>
      <w:r w:rsidRPr="00100752">
        <w:rPr>
          <w:rFonts w:eastAsia="Calibri"/>
        </w:rPr>
        <w:fldChar w:fldCharType="end"/>
      </w:r>
      <w:r w:rsidRPr="00100752">
        <w:rPr>
          <w:rFonts w:eastAsia="Calibri"/>
        </w:rPr>
        <w:t xml:space="preserve">edaspidi </w:t>
      </w:r>
      <w:proofErr w:type="spellStart"/>
      <w:r w:rsidRPr="00100752">
        <w:rPr>
          <w:rFonts w:eastAsia="Calibri"/>
          <w:b/>
        </w:rPr>
        <w:t>projekteerija</w:t>
      </w:r>
      <w:proofErr w:type="spellEnd"/>
      <w:r w:rsidRPr="00100752">
        <w:rPr>
          <w:rFonts w:eastAsia="Calibri"/>
          <w:b/>
        </w:rPr>
        <w:t xml:space="preserve">, </w:t>
      </w:r>
      <w:r w:rsidRPr="00100752">
        <w:rPr>
          <w:rFonts w:eastAsia="Calibri"/>
        </w:rPr>
        <w:t>teiselt poolt,</w:t>
      </w:r>
    </w:p>
    <w:p w14:paraId="527BC589" w14:textId="77777777" w:rsidR="0048584E" w:rsidRPr="00100752" w:rsidRDefault="0048584E" w:rsidP="00222E23">
      <w:pPr>
        <w:jc w:val="both"/>
      </w:pPr>
    </w:p>
    <w:p w14:paraId="7155F574" w14:textId="77777777" w:rsidR="00634FF0" w:rsidRPr="00100752" w:rsidRDefault="00634FF0" w:rsidP="00634FF0">
      <w:pPr>
        <w:jc w:val="both"/>
      </w:pPr>
      <w:r w:rsidRPr="00100752">
        <w:t xml:space="preserve">keda nimetatakse edaspidi </w:t>
      </w:r>
      <w:r w:rsidR="00CD52E7" w:rsidRPr="00100752">
        <w:rPr>
          <w:b/>
        </w:rPr>
        <w:t>p</w:t>
      </w:r>
      <w:r w:rsidRPr="00100752">
        <w:rPr>
          <w:b/>
        </w:rPr>
        <w:t xml:space="preserve">ool </w:t>
      </w:r>
      <w:r w:rsidRPr="00100752">
        <w:t xml:space="preserve">või ühiselt </w:t>
      </w:r>
      <w:r w:rsidR="00CD52E7" w:rsidRPr="00100752">
        <w:rPr>
          <w:b/>
        </w:rPr>
        <w:t>p</w:t>
      </w:r>
      <w:r w:rsidRPr="00100752">
        <w:rPr>
          <w:b/>
        </w:rPr>
        <w:t>ooled</w:t>
      </w:r>
      <w:r w:rsidRPr="00100752">
        <w:t>,</w:t>
      </w:r>
    </w:p>
    <w:p w14:paraId="09B6576F" w14:textId="77777777" w:rsidR="00222E23" w:rsidRPr="00100752" w:rsidRDefault="00222E23" w:rsidP="00634FF0">
      <w:pPr>
        <w:jc w:val="both"/>
        <w:rPr>
          <w:szCs w:val="18"/>
        </w:rPr>
      </w:pPr>
    </w:p>
    <w:p w14:paraId="3344ED34" w14:textId="7B86A596" w:rsidR="00634FF0" w:rsidRPr="00100752" w:rsidRDefault="00634FF0" w:rsidP="00CB0220">
      <w:pPr>
        <w:jc w:val="both"/>
      </w:pPr>
      <w:r w:rsidRPr="00100752">
        <w:t xml:space="preserve">sõlmisid lepingu, edaspidi </w:t>
      </w:r>
      <w:r w:rsidR="00CD52E7" w:rsidRPr="00BD22CC">
        <w:rPr>
          <w:b/>
        </w:rPr>
        <w:t>l</w:t>
      </w:r>
      <w:r w:rsidRPr="00BD22CC">
        <w:rPr>
          <w:b/>
        </w:rPr>
        <w:t>eping</w:t>
      </w:r>
      <w:r w:rsidR="00C10513" w:rsidRPr="00BD22CC">
        <w:t>,</w:t>
      </w:r>
      <w:r w:rsidR="00B47672" w:rsidRPr="00BD22CC">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EndPr/>
        <w:sdtContent>
          <w:r w:rsidR="00BD22CC" w:rsidRPr="00BD22CC">
            <w:t xml:space="preserve">lihthange </w:t>
          </w:r>
        </w:sdtContent>
      </w:sdt>
      <w:r w:rsidR="00B47672" w:rsidRPr="00BD22CC">
        <w:t xml:space="preserve"> </w:t>
      </w:r>
      <w:r w:rsidR="007548FE" w:rsidRPr="00BD22CC">
        <w:t xml:space="preserve">(DHS nr. </w:t>
      </w:r>
      <w:r w:rsidR="00BD22CC" w:rsidRPr="00BD22CC">
        <w:t>1-47/2795</w:t>
      </w:r>
      <w:r w:rsidR="007548FE" w:rsidRPr="00BD22CC">
        <w:t>)</w:t>
      </w:r>
      <w:r w:rsidR="00B47672" w:rsidRPr="00BD22CC">
        <w:t xml:space="preserve"> „</w:t>
      </w:r>
      <w:r w:rsidR="00793C2D" w:rsidRPr="00BD22CC">
        <w:rPr>
          <w:b/>
        </w:rPr>
        <w:t xml:space="preserve">RMK Harimäe vaatetorni ja lõkkekoha ning </w:t>
      </w:r>
      <w:proofErr w:type="spellStart"/>
      <w:r w:rsidR="00793C2D" w:rsidRPr="00BD22CC">
        <w:rPr>
          <w:b/>
        </w:rPr>
        <w:t>Viti</w:t>
      </w:r>
      <w:proofErr w:type="spellEnd"/>
      <w:r w:rsidR="00793C2D" w:rsidRPr="00BD22CC">
        <w:rPr>
          <w:b/>
        </w:rPr>
        <w:t xml:space="preserve"> vaatetorni projekteerimistööd</w:t>
      </w:r>
      <w:r w:rsidR="00BD22CC" w:rsidRPr="00BD22CC">
        <w:t>“ (viitenumber 262766</w:t>
      </w:r>
      <w:r w:rsidR="00B47672" w:rsidRPr="00BD22CC">
        <w:t>)</w:t>
      </w:r>
      <w:r w:rsidR="00B47672" w:rsidRPr="00100752">
        <w:t xml:space="preserve"> </w:t>
      </w:r>
      <w:r w:rsidRPr="00100752">
        <w:t>tulemusena alljärgnevas:</w:t>
      </w:r>
    </w:p>
    <w:p w14:paraId="764CC059" w14:textId="77777777" w:rsidR="006669FD" w:rsidRPr="00100752"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294E0DF3" w14:textId="4ADE9D63" w:rsidR="006669FD" w:rsidRPr="00100752" w:rsidRDefault="00CD52E7" w:rsidP="00BA6375">
      <w:pPr>
        <w:pStyle w:val="Pealkiri21"/>
        <w:jc w:val="both"/>
      </w:pPr>
      <w:r w:rsidRPr="00100752">
        <w:t xml:space="preserve">Lepingu </w:t>
      </w:r>
      <w:r w:rsidR="00C10513" w:rsidRPr="00100752">
        <w:t>objektik</w:t>
      </w:r>
      <w:r w:rsidRPr="00100752">
        <w:t xml:space="preserve">s on </w:t>
      </w:r>
      <w:proofErr w:type="spellStart"/>
      <w:r w:rsidRPr="00100752">
        <w:t>p</w:t>
      </w:r>
      <w:r w:rsidR="00D07E0A" w:rsidRPr="00100752">
        <w:t>rojekteerija</w:t>
      </w:r>
      <w:proofErr w:type="spellEnd"/>
      <w:r w:rsidR="00D07E0A" w:rsidRPr="00100752">
        <w:t xml:space="preserve"> poolt projekteerimistööde ja nende tegemiseks vajalike uurimustööde tegemine ning sellega seotud asjaajamine </w:t>
      </w:r>
      <w:r w:rsidR="00D7447A" w:rsidRPr="00D7447A">
        <w:t xml:space="preserve">RMK </w:t>
      </w:r>
      <w:r w:rsidR="00D7447A" w:rsidRPr="00D7447A">
        <w:rPr>
          <w:b/>
        </w:rPr>
        <w:t>Harimäe vaatetorni ja lõkkekoha</w:t>
      </w:r>
      <w:r w:rsidR="00D7447A" w:rsidRPr="00D7447A">
        <w:t xml:space="preserve">, mis  asub Mäeküla, Otepää vald, Valga maakond, Riigimetsa Majandamise Keskusele kuuluval kinnistul </w:t>
      </w:r>
      <w:proofErr w:type="spellStart"/>
      <w:r w:rsidR="00D7447A" w:rsidRPr="00D7447A">
        <w:t>Aakre</w:t>
      </w:r>
      <w:proofErr w:type="spellEnd"/>
      <w:r w:rsidR="00D7447A" w:rsidRPr="00D7447A">
        <w:t xml:space="preserve"> metskond 69, (katastriüksuse kood 72401:003:1020) ja </w:t>
      </w:r>
      <w:proofErr w:type="spellStart"/>
      <w:r w:rsidR="00D7447A" w:rsidRPr="00D7447A">
        <w:rPr>
          <w:b/>
        </w:rPr>
        <w:t>Viti</w:t>
      </w:r>
      <w:proofErr w:type="spellEnd"/>
      <w:r w:rsidR="00D7447A" w:rsidRPr="00D7447A">
        <w:rPr>
          <w:b/>
        </w:rPr>
        <w:t xml:space="preserve"> vaatetorni</w:t>
      </w:r>
      <w:r w:rsidR="00D7447A" w:rsidRPr="00D7447A">
        <w:t xml:space="preserve">, mis asub </w:t>
      </w:r>
      <w:proofErr w:type="spellStart"/>
      <w:r w:rsidR="00D7447A" w:rsidRPr="00D7447A">
        <w:rPr>
          <w:bCs/>
        </w:rPr>
        <w:t>Ketneri</w:t>
      </w:r>
      <w:proofErr w:type="spellEnd"/>
      <w:r w:rsidR="00D7447A" w:rsidRPr="00D7447A">
        <w:rPr>
          <w:bCs/>
        </w:rPr>
        <w:t xml:space="preserve"> küla, Nõo vald, Tartu maakond, Riigimetsa Majandamise Keskusele kuuluval kinnistul Elva metskond 15, (katastriüksuse kood 52801:012:0459)</w:t>
      </w:r>
      <w:r w:rsidR="00D07E0A" w:rsidRPr="00100752">
        <w:t>,</w:t>
      </w:r>
      <w:r w:rsidR="00D7447A">
        <w:t xml:space="preserve"> </w:t>
      </w:r>
      <w:r w:rsidR="00D07E0A" w:rsidRPr="00100752">
        <w:t xml:space="preserve">edaspidi </w:t>
      </w:r>
      <w:r w:rsidRPr="00100752">
        <w:rPr>
          <w:b/>
        </w:rPr>
        <w:t>o</w:t>
      </w:r>
      <w:r w:rsidR="00D07E0A" w:rsidRPr="00100752">
        <w:rPr>
          <w:b/>
        </w:rPr>
        <w:t>bjekt</w:t>
      </w:r>
      <w:r w:rsidR="00F87CF6">
        <w:rPr>
          <w:b/>
        </w:rPr>
        <w:t>id</w:t>
      </w:r>
      <w:r w:rsidR="00D07E0A" w:rsidRPr="00100752">
        <w:t xml:space="preserve">, </w:t>
      </w:r>
      <w:r w:rsidR="001222F1">
        <w:t>rekonstrueerimistööde teostamiseks</w:t>
      </w:r>
      <w:r w:rsidR="00D07E0A" w:rsidRPr="00100752">
        <w:t>.</w:t>
      </w:r>
    </w:p>
    <w:p w14:paraId="3279DF4C" w14:textId="77777777" w:rsidR="00CA3076" w:rsidRPr="00100752" w:rsidRDefault="00CA3076" w:rsidP="00BA6375">
      <w:pPr>
        <w:jc w:val="both"/>
      </w:pP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100752" w:rsidRDefault="00CA3076" w:rsidP="001D3892">
      <w:pPr>
        <w:pStyle w:val="Pealkiri21"/>
        <w:jc w:val="both"/>
      </w:pPr>
      <w:proofErr w:type="spellStart"/>
      <w:r w:rsidRPr="00100752">
        <w:t>Projekteerija</w:t>
      </w:r>
      <w:proofErr w:type="spellEnd"/>
      <w:r w:rsidRPr="00100752">
        <w:t xml:space="preserve"> põhikohustuseks on kõigi objekti ehitamiseks vajalike projektide koostamine, edaspidi </w:t>
      </w:r>
      <w:r w:rsidR="00CD52E7" w:rsidRPr="00100752">
        <w:rPr>
          <w:b/>
        </w:rPr>
        <w:t>p</w:t>
      </w:r>
      <w:r w:rsidRPr="00100752">
        <w:rPr>
          <w:b/>
        </w:rPr>
        <w:t>rojekteerimistööd.</w:t>
      </w:r>
      <w:r w:rsidRPr="00100752">
        <w:t xml:space="preserve"> </w:t>
      </w:r>
    </w:p>
    <w:p w14:paraId="0763EC7D" w14:textId="1F2C137C" w:rsidR="00092649" w:rsidRPr="00100752" w:rsidRDefault="00CA3076" w:rsidP="001D3892">
      <w:pPr>
        <w:pStyle w:val="Pealkiri21"/>
      </w:pPr>
      <w:r w:rsidRPr="00100752">
        <w:t>Projekteerimistööde etapid on kirjeldatud hoone projekteerimistööde loete</w:t>
      </w:r>
      <w:r w:rsidR="00222E23" w:rsidRPr="00100752">
        <w:t>lu-graafikus, mis on</w:t>
      </w:r>
      <w:r w:rsidR="00CD52E7" w:rsidRPr="00100752">
        <w:t xml:space="preserve"> l</w:t>
      </w:r>
      <w:r w:rsidR="00C10513" w:rsidRPr="00100752">
        <w:t xml:space="preserve">epingu </w:t>
      </w:r>
      <w:r w:rsidR="00BA0F84" w:rsidRPr="00100752">
        <w:t xml:space="preserve">lisa nr </w:t>
      </w:r>
      <w:r w:rsidR="0016496E" w:rsidRPr="00100752">
        <w:t>3</w:t>
      </w:r>
      <w:r w:rsidRPr="00100752">
        <w:t>.</w:t>
      </w:r>
    </w:p>
    <w:p w14:paraId="1F743155" w14:textId="77777777" w:rsidR="00CA3076" w:rsidRPr="00100752" w:rsidRDefault="00CA3076" w:rsidP="00BA6375">
      <w:pPr>
        <w:pStyle w:val="Pealkiri21"/>
        <w:jc w:val="both"/>
      </w:pPr>
      <w:proofErr w:type="spellStart"/>
      <w:r w:rsidRPr="00100752">
        <w:t>Projekteerija</w:t>
      </w:r>
      <w:proofErr w:type="spellEnd"/>
      <w:r w:rsidRPr="00100752">
        <w:t xml:space="preserve"> on kohustatud tegema projekteerimistööd kooskõlas: </w:t>
      </w:r>
    </w:p>
    <w:p w14:paraId="45B862B4" w14:textId="3DF024CD" w:rsidR="00CA3076" w:rsidRPr="00100752" w:rsidRDefault="00CD52E7" w:rsidP="00E61950">
      <w:pPr>
        <w:pStyle w:val="Pealkiri31"/>
        <w:jc w:val="both"/>
      </w:pPr>
      <w:proofErr w:type="spellStart"/>
      <w:r w:rsidRPr="00100752">
        <w:t>p</w:t>
      </w:r>
      <w:r w:rsidR="00CA3076" w:rsidRPr="00100752">
        <w:t>rojekteerija</w:t>
      </w:r>
      <w:proofErr w:type="spellEnd"/>
      <w:r w:rsidR="00CA3076" w:rsidRPr="00100752">
        <w:t xml:space="preserve">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77777777" w:rsidR="00CA3076" w:rsidRPr="00100752" w:rsidRDefault="00CD52E7" w:rsidP="00BA6375">
      <w:pPr>
        <w:pStyle w:val="Pealkiri31"/>
        <w:jc w:val="both"/>
      </w:pPr>
      <w:r w:rsidRPr="00100752">
        <w:t xml:space="preserve">standarditega </w:t>
      </w:r>
      <w:r w:rsidR="000B24B2" w:rsidRPr="00100752">
        <w:t xml:space="preserve">EVS 932:2017 „Ehitusprojekt“ </w:t>
      </w:r>
      <w:r w:rsidRPr="00100752">
        <w:t xml:space="preserve"> ja EVS 811:2012 h</w:t>
      </w:r>
      <w:r w:rsidR="00CA3076" w:rsidRPr="00100752">
        <w:t>oone ehitusprojekt.</w:t>
      </w:r>
    </w:p>
    <w:p w14:paraId="670AD71C" w14:textId="65471E41" w:rsidR="00CA3076" w:rsidRPr="00100752" w:rsidRDefault="00CA3076" w:rsidP="00BA6375">
      <w:pPr>
        <w:pStyle w:val="Pealkiri21"/>
        <w:jc w:val="both"/>
      </w:pPr>
      <w:proofErr w:type="spellStart"/>
      <w:r w:rsidRPr="00100752">
        <w:t>Projekteerija</w:t>
      </w:r>
      <w:proofErr w:type="spellEnd"/>
      <w:r w:rsidRPr="00100752">
        <w:t xml:space="preserve"> on kohustatud tegema või tellima kõik projekteerimistingimustes ettenähtud ja projekteerimistööde teostamiseks vajalikud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w:t>
      </w:r>
      <w:proofErr w:type="spellStart"/>
      <w:r w:rsidR="00720C5F" w:rsidRPr="00312480">
        <w:rPr>
          <w:color w:val="000000" w:themeColor="text1"/>
        </w:rPr>
        <w:t>EHR-i</w:t>
      </w:r>
      <w:proofErr w:type="spellEnd"/>
      <w:r w:rsidR="00720C5F" w:rsidRPr="00312480">
        <w:rPr>
          <w:color w:val="000000" w:themeColor="text1"/>
        </w:rPr>
        <w:t xml:space="preserve"> kandmiseks</w:t>
      </w:r>
      <w:r w:rsidRPr="00312480">
        <w:rPr>
          <w:color w:val="000000" w:themeColor="text1"/>
        </w:rPr>
        <w:t xml:space="preserve">. </w:t>
      </w:r>
    </w:p>
    <w:p w14:paraId="25EB35B3" w14:textId="566245B2" w:rsidR="00CA3076" w:rsidRPr="00100752" w:rsidRDefault="00CD52E7" w:rsidP="00BA6375">
      <w:pPr>
        <w:pStyle w:val="Pealkiri21"/>
        <w:jc w:val="both"/>
      </w:pPr>
      <w:proofErr w:type="spellStart"/>
      <w:r w:rsidRPr="00100752">
        <w:t>Projekteerija</w:t>
      </w:r>
      <w:proofErr w:type="spellEnd"/>
      <w:r w:rsidRPr="00100752">
        <w:t xml:space="preserve"> on kohustatud t</w:t>
      </w:r>
      <w:r w:rsidR="00CA3076" w:rsidRPr="00100752">
        <w:t>ellija korraldusel taotlema ja hankima kõik objekti projekteerimiseks, projektide parandamiseks ja muutmiseks ning ehitamiseks vajali</w:t>
      </w:r>
      <w:r w:rsidR="00720C5F">
        <w:t xml:space="preserve">kud </w:t>
      </w:r>
      <w:r w:rsidR="00720C5F">
        <w:lastRenderedPageBreak/>
        <w:t xml:space="preserve">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1010C482" w:rsidR="00DC7FDF" w:rsidRPr="00100752" w:rsidRDefault="00CA3076" w:rsidP="0085607B">
      <w:pPr>
        <w:pStyle w:val="Pealkiri21"/>
        <w:jc w:val="both"/>
      </w:pPr>
      <w:proofErr w:type="spellStart"/>
      <w:r w:rsidRPr="00100752">
        <w:t>Projekteerija</w:t>
      </w:r>
      <w:proofErr w:type="spellEnd"/>
      <w:r w:rsidRPr="00100752">
        <w:t xml:space="preserve">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p>
    <w:p w14:paraId="6E4F74E8" w14:textId="51C8C31E" w:rsidR="00C11329" w:rsidRPr="00100752" w:rsidRDefault="00C11329" w:rsidP="0085607B">
      <w:pPr>
        <w:pStyle w:val="Pealkiri21"/>
        <w:jc w:val="both"/>
      </w:pPr>
      <w:proofErr w:type="spellStart"/>
      <w:r w:rsidRPr="00100752">
        <w:t>Projekteerija</w:t>
      </w:r>
      <w:proofErr w:type="spellEnd"/>
      <w:r w:rsidRPr="00100752">
        <w:t xml:space="preserve">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63B5BA79" w:rsidR="00CA3076" w:rsidRPr="00100752" w:rsidRDefault="00CA3076" w:rsidP="00BA6375">
      <w:pPr>
        <w:pStyle w:val="Pealkiri21"/>
        <w:jc w:val="both"/>
      </w:pPr>
      <w:proofErr w:type="spellStart"/>
      <w:r w:rsidRPr="00100752">
        <w:t>Projekteerija</w:t>
      </w:r>
      <w:proofErr w:type="spellEnd"/>
      <w:r w:rsidRPr="00100752">
        <w:t xml:space="preserve"> on kohustatud tegema projekteerimistööd tähtaegselt, st. andma valmis ja kõigi vajalike kooskõl</w:t>
      </w:r>
      <w:r w:rsidR="00CD52E7" w:rsidRPr="00100752">
        <w:t>astustega projektid t</w:t>
      </w:r>
      <w:r w:rsidRPr="00100752">
        <w:t xml:space="preserve">ellijale üle nendeks tähtaegadeks, mis on fikseeritud projekteerimistööde loetelu-graafikus, mis on </w:t>
      </w:r>
      <w:r w:rsidRPr="00312480">
        <w:t>lepingu lahutamatu lisa nr 3,</w:t>
      </w:r>
      <w:r w:rsidRPr="00100752">
        <w:t xml:space="preserve"> edaspidi </w:t>
      </w:r>
      <w:r w:rsidR="00CD52E7" w:rsidRPr="00100752">
        <w:rPr>
          <w:b/>
        </w:rPr>
        <w:t>p</w:t>
      </w:r>
      <w:r w:rsidRPr="00100752">
        <w:rPr>
          <w:b/>
        </w:rPr>
        <w:t>rojekteerimise tähtajad</w:t>
      </w:r>
      <w:r w:rsidRPr="00100752">
        <w:t>. Kogu proj</w:t>
      </w:r>
      <w:r w:rsidR="00662208" w:rsidRPr="00100752">
        <w:t xml:space="preserve">ekt peab valmis olema </w:t>
      </w:r>
      <w:r w:rsidR="00662208" w:rsidRPr="00E74ACF">
        <w:t>hiljemalt</w:t>
      </w:r>
      <w:r w:rsidRPr="00E74ACF">
        <w:t xml:space="preserve"> </w:t>
      </w:r>
      <w:r w:rsidR="00891ED1" w:rsidRPr="00E74ACF">
        <w:rPr>
          <w:b/>
        </w:rPr>
        <w:t>(</w:t>
      </w:r>
      <w:r w:rsidR="00E74ACF" w:rsidRPr="00E74ACF">
        <w:rPr>
          <w:b/>
        </w:rPr>
        <w:t>6</w:t>
      </w:r>
      <w:r w:rsidR="00891ED1" w:rsidRPr="00E74ACF">
        <w:rPr>
          <w:b/>
        </w:rPr>
        <w:t xml:space="preserve">) </w:t>
      </w:r>
      <w:r w:rsidR="00E74ACF" w:rsidRPr="00E74ACF">
        <w:rPr>
          <w:b/>
        </w:rPr>
        <w:t>kuus</w:t>
      </w:r>
      <w:r w:rsidR="00A858A3">
        <w:t xml:space="preserve"> </w:t>
      </w:r>
      <w:r w:rsidRPr="00100752">
        <w:t>kuud pä</w:t>
      </w:r>
      <w:r w:rsidR="00662208" w:rsidRPr="00100752">
        <w:t xml:space="preserve">rast lepingu allkirjastamist </w:t>
      </w:r>
      <w:r w:rsidRPr="00100752">
        <w:t>poolte poolt.</w:t>
      </w:r>
    </w:p>
    <w:p w14:paraId="53EE65F6" w14:textId="77777777" w:rsidR="00CA3076" w:rsidRPr="00100752" w:rsidRDefault="00CA3076" w:rsidP="00BA6375">
      <w:pPr>
        <w:pStyle w:val="Pealkiri21"/>
        <w:jc w:val="both"/>
      </w:pPr>
      <w:proofErr w:type="spellStart"/>
      <w:r w:rsidRPr="00100752">
        <w:t>Projekteerijal</w:t>
      </w:r>
      <w:proofErr w:type="spellEnd"/>
      <w:r w:rsidRPr="00100752">
        <w:t xml:space="preserve">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w:t>
      </w:r>
      <w:proofErr w:type="spellStart"/>
      <w:r w:rsidR="00CD52E7" w:rsidRPr="00100752">
        <w:t>p</w:t>
      </w:r>
      <w:r w:rsidRPr="00100752">
        <w:t>rojekteerija</w:t>
      </w:r>
      <w:proofErr w:type="spellEnd"/>
      <w:r w:rsidRPr="00100752">
        <w:t xml:space="preserve">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77777777" w:rsidR="00CA3076" w:rsidRPr="00100752" w:rsidRDefault="00CA3076" w:rsidP="00BA6375">
      <w:pPr>
        <w:pStyle w:val="Pealkiri21"/>
        <w:jc w:val="both"/>
      </w:pPr>
      <w:r w:rsidRPr="00100752">
        <w:t xml:space="preserve">Ükskõik millise projekteerimise tähtaja ületamisel </w:t>
      </w:r>
      <w:proofErr w:type="spellStart"/>
      <w:r w:rsidR="00CD52E7" w:rsidRPr="00100752">
        <w:t>projekteerija</w:t>
      </w:r>
      <w:proofErr w:type="spellEnd"/>
      <w:r w:rsidR="00CD52E7" w:rsidRPr="00100752">
        <w:t xml:space="preserve"> poolt on t</w:t>
      </w:r>
      <w:r w:rsidRPr="00100752">
        <w:t xml:space="preserve">ellijal õigus nõuda leppetrahvi 0,15% punktis 4.1 määratud </w:t>
      </w:r>
      <w:proofErr w:type="spellStart"/>
      <w:r w:rsidR="00CD52E7" w:rsidRPr="00100752">
        <w:t>p</w:t>
      </w:r>
      <w:r w:rsidRPr="00100752">
        <w:t>rojekteerija</w:t>
      </w:r>
      <w:proofErr w:type="spellEnd"/>
      <w:r w:rsidRPr="00100752">
        <w:t xml:space="preserve"> tasu antud etapi maksumusest iga viivitatud päeva eest.</w:t>
      </w:r>
    </w:p>
    <w:p w14:paraId="7F7AD7E0" w14:textId="77777777" w:rsidR="00CA3076" w:rsidRPr="00100752" w:rsidRDefault="00CA3076" w:rsidP="00BA6375">
      <w:pPr>
        <w:jc w:val="both"/>
        <w:rPr>
          <w:b/>
        </w:rPr>
      </w:pPr>
    </w:p>
    <w:p w14:paraId="26B8B1AD" w14:textId="77777777" w:rsidR="00CA3076" w:rsidRPr="00100752" w:rsidRDefault="00CA3076" w:rsidP="00BA6375">
      <w:pPr>
        <w:pStyle w:val="Pealkiri11"/>
        <w:jc w:val="both"/>
        <w:rPr>
          <w:b/>
        </w:rPr>
      </w:pPr>
      <w:proofErr w:type="spellStart"/>
      <w:r w:rsidRPr="00100752">
        <w:rPr>
          <w:b/>
        </w:rPr>
        <w:t>Projekteerija</w:t>
      </w:r>
      <w:proofErr w:type="spellEnd"/>
      <w:r w:rsidRPr="00100752">
        <w:rPr>
          <w:b/>
        </w:rPr>
        <w:t xml:space="preserve"> tasu</w:t>
      </w:r>
    </w:p>
    <w:p w14:paraId="1684F2B9" w14:textId="77777777" w:rsidR="00CA3076" w:rsidRPr="00100752" w:rsidRDefault="00CD52E7" w:rsidP="00BA6375">
      <w:pPr>
        <w:pStyle w:val="Pealkiri21"/>
        <w:jc w:val="both"/>
      </w:pPr>
      <w:r w:rsidRPr="00100752">
        <w:t xml:space="preserve">Tellija on kohustatud maksma </w:t>
      </w:r>
      <w:proofErr w:type="spellStart"/>
      <w:r w:rsidRPr="00100752">
        <w:t>projekteerijale</w:t>
      </w:r>
      <w:proofErr w:type="spellEnd"/>
      <w:r w:rsidRPr="00100752">
        <w:t xml:space="preserve"> kõigi </w:t>
      </w:r>
      <w:proofErr w:type="spellStart"/>
      <w:r w:rsidRPr="00100752">
        <w:t>projekteerija</w:t>
      </w:r>
      <w:proofErr w:type="spellEnd"/>
      <w:r w:rsidRPr="00100752">
        <w:t xml:space="preserve"> käesoleva l</w:t>
      </w:r>
      <w:r w:rsidR="00CA3076" w:rsidRPr="00100752">
        <w:t xml:space="preserve">epinguga määratud kohustuste täitmise eest kokku </w:t>
      </w:r>
      <w:r w:rsidR="009267C2" w:rsidRPr="00100752">
        <w:fldChar w:fldCharType="begin"/>
      </w:r>
      <w:r w:rsidR="009267C2" w:rsidRPr="00100752">
        <w:instrText xml:space="preserve"> MACROBUTTON  AcceptAllChangesInDoc [Sisesta summa] </w:instrText>
      </w:r>
      <w:r w:rsidR="009267C2" w:rsidRPr="00100752">
        <w:fldChar w:fldCharType="end"/>
      </w:r>
      <w:r w:rsidR="009267C2" w:rsidRPr="00100752">
        <w:t>(</w:t>
      </w:r>
      <w:r w:rsidR="009267C2" w:rsidRPr="00100752">
        <w:rPr>
          <w:rFonts w:eastAsia="Calibri"/>
        </w:rPr>
        <w:fldChar w:fldCharType="begin"/>
      </w:r>
      <w:r w:rsidR="009267C2" w:rsidRPr="00100752">
        <w:rPr>
          <w:rFonts w:eastAsia="Calibri"/>
        </w:rPr>
        <w:instrText xml:space="preserve"> MACROBUTTON  AcceptAllChangesInDoc [Sisesta summa sõnadega]) </w:instrText>
      </w:r>
      <w:r w:rsidR="009267C2" w:rsidRPr="00100752">
        <w:rPr>
          <w:rFonts w:eastAsia="Calibri"/>
        </w:rPr>
        <w:fldChar w:fldCharType="end"/>
      </w:r>
      <w:r w:rsidR="00CA3076" w:rsidRPr="00100752">
        <w:t xml:space="preserve">eurot, edaspidi </w:t>
      </w:r>
      <w:proofErr w:type="spellStart"/>
      <w:r w:rsidRPr="00100752">
        <w:rPr>
          <w:b/>
        </w:rPr>
        <w:t>p</w:t>
      </w:r>
      <w:r w:rsidR="00CA3076" w:rsidRPr="00100752">
        <w:rPr>
          <w:b/>
        </w:rPr>
        <w:t>rojekteerija</w:t>
      </w:r>
      <w:proofErr w:type="spellEnd"/>
      <w:r w:rsidR="00CA3076" w:rsidRPr="00100752">
        <w:rPr>
          <w:b/>
        </w:rPr>
        <w:t xml:space="preserve"> tasu</w:t>
      </w:r>
      <w:r w:rsidR="00CA3076" w:rsidRPr="00100752">
        <w:t>.</w:t>
      </w:r>
    </w:p>
    <w:p w14:paraId="05605184" w14:textId="29EB960F" w:rsidR="00CA3076" w:rsidRPr="00100752" w:rsidRDefault="00CD52E7" w:rsidP="00BA6375">
      <w:pPr>
        <w:pStyle w:val="Pealkiri21"/>
        <w:jc w:val="both"/>
      </w:pPr>
      <w:r w:rsidRPr="00100752">
        <w:t xml:space="preserve">Tellija on kohustatud maksma </w:t>
      </w:r>
      <w:proofErr w:type="spellStart"/>
      <w:r w:rsidRPr="00100752">
        <w:t>projekteerija</w:t>
      </w:r>
      <w:proofErr w:type="spellEnd"/>
      <w:r w:rsidRPr="00100752">
        <w:t xml:space="preserve"> tasu peale l</w:t>
      </w:r>
      <w:r w:rsidR="00CA3076" w:rsidRPr="00100752">
        <w:t xml:space="preserve">epingu lisas </w:t>
      </w:r>
      <w:r w:rsidR="00E85A15" w:rsidRPr="00100752">
        <w:t>3</w:t>
      </w:r>
      <w:r w:rsidR="00CA3076" w:rsidRPr="00100752">
        <w:t xml:space="preserve"> märgitud projektietappide vastuvõtmist. Tellija o</w:t>
      </w:r>
      <w:r w:rsidRPr="00100752">
        <w:t xml:space="preserve">n seejuures kohustatud maksma </w:t>
      </w:r>
      <w:proofErr w:type="spellStart"/>
      <w:r w:rsidRPr="00100752">
        <w:t>pr</w:t>
      </w:r>
      <w:r w:rsidR="00CA3076" w:rsidRPr="00100752">
        <w:t>ojekteerija</w:t>
      </w:r>
      <w:proofErr w:type="spellEnd"/>
      <w:r w:rsidR="00CA3076" w:rsidRPr="00100752">
        <w:t xml:space="preserve"> 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7777777" w:rsidR="00CA3076" w:rsidRPr="00100752" w:rsidRDefault="00CD52E7" w:rsidP="00764935">
      <w:pPr>
        <w:pStyle w:val="Pealkiri21"/>
        <w:jc w:val="both"/>
      </w:pPr>
      <w:r w:rsidRPr="00100752">
        <w:t xml:space="preserve">Tellija on kohustatud maksma </w:t>
      </w:r>
      <w:proofErr w:type="spellStart"/>
      <w:r w:rsidRPr="00100752">
        <w:t>projekteerija</w:t>
      </w:r>
      <w:proofErr w:type="spellEnd"/>
      <w:r w:rsidRPr="00100752">
        <w:t xml:space="preserve"> tasu ülekandega </w:t>
      </w:r>
      <w:proofErr w:type="spellStart"/>
      <w:r w:rsidRPr="00100752">
        <w:t>p</w:t>
      </w:r>
      <w:r w:rsidR="00764935" w:rsidRPr="00100752">
        <w:t>rojekteerija</w:t>
      </w:r>
      <w:proofErr w:type="spellEnd"/>
      <w:r w:rsidR="00764935" w:rsidRPr="00100752">
        <w:t xml:space="preserve"> arvelduskontole </w:t>
      </w:r>
      <w:proofErr w:type="spellStart"/>
      <w:r w:rsidR="00764935" w:rsidRPr="00100752">
        <w:t>projekteerija</w:t>
      </w:r>
      <w:proofErr w:type="spellEnd"/>
      <w:r w:rsidR="00764935" w:rsidRPr="00100752">
        <w:t xml:space="preserve"> arve alusel. </w:t>
      </w:r>
      <w:proofErr w:type="spellStart"/>
      <w:r w:rsidR="00764935" w:rsidRPr="00100752">
        <w:t>Projekteerija</w:t>
      </w:r>
      <w:proofErr w:type="spellEnd"/>
      <w:r w:rsidR="00764935" w:rsidRPr="00100752">
        <w:t xml:space="preserve"> esitab arve vaid elektrooniliselt. Arve esitamiseks tuleb kasutada elektrooniliste arvete esitamiseks mõeldud raamatupidamistarkvara või raamatupidamistarkvara E-</w:t>
      </w:r>
      <w:proofErr w:type="spellStart"/>
      <w:r w:rsidR="00764935" w:rsidRPr="00100752">
        <w:t>arveldaja</w:t>
      </w:r>
      <w:proofErr w:type="spellEnd"/>
      <w:r w:rsidR="00764935" w:rsidRPr="00100752">
        <w:t>, mis asub ettevõtjaportaalis https://www.rik.ee/et/e-arveldaja.</w:t>
      </w:r>
    </w:p>
    <w:p w14:paraId="0D0E44D3" w14:textId="77777777" w:rsidR="00CA3076" w:rsidRPr="00100752" w:rsidRDefault="00CD52E7" w:rsidP="00BA6375">
      <w:pPr>
        <w:pStyle w:val="Pealkiri21"/>
        <w:jc w:val="both"/>
      </w:pPr>
      <w:r w:rsidRPr="00100752">
        <w:t xml:space="preserve">Punktis 4.1 määratud </w:t>
      </w:r>
      <w:proofErr w:type="spellStart"/>
      <w:r w:rsidRPr="00100752">
        <w:t>p</w:t>
      </w:r>
      <w:r w:rsidR="00CA3076" w:rsidRPr="00100752">
        <w:t>rojekteerij</w:t>
      </w:r>
      <w:r w:rsidRPr="00100752">
        <w:t>a</w:t>
      </w:r>
      <w:proofErr w:type="spellEnd"/>
      <w:r w:rsidRPr="00100752">
        <w:t xml:space="preserve"> tasu maksmisega viivitamisel tellija poolt on </w:t>
      </w:r>
      <w:proofErr w:type="spellStart"/>
      <w:r w:rsidRPr="00100752">
        <w:t>p</w:t>
      </w:r>
      <w:r w:rsidR="00CA3076" w:rsidRPr="00100752">
        <w:t>rojekteerijal</w:t>
      </w:r>
      <w:proofErr w:type="spellEnd"/>
      <w:r w:rsidR="00CA3076" w:rsidRPr="00100752">
        <w:t xml:space="preserve"> õigus nõuda viivist 0,15% võlgnetavast summast iga maksmisega viivitatud päeva eest.</w:t>
      </w:r>
    </w:p>
    <w:p w14:paraId="77730706" w14:textId="77777777" w:rsidR="00CA3076" w:rsidRPr="00100752" w:rsidRDefault="00CA3076" w:rsidP="00BA6375">
      <w:pPr>
        <w:pStyle w:val="Pealkiri21"/>
        <w:jc w:val="both"/>
      </w:pPr>
      <w:r w:rsidRPr="00100752">
        <w:t>Tell</w:t>
      </w:r>
      <w:r w:rsidR="00CD52E7" w:rsidRPr="00100752">
        <w:t xml:space="preserve">ijal on õigus </w:t>
      </w:r>
      <w:proofErr w:type="spellStart"/>
      <w:r w:rsidR="00CD52E7" w:rsidRPr="00100752">
        <w:t>p</w:t>
      </w:r>
      <w:r w:rsidRPr="00100752">
        <w:t>rojekteerija</w:t>
      </w:r>
      <w:proofErr w:type="spellEnd"/>
      <w:r w:rsidRPr="00100752">
        <w:t xml:space="preserve"> tasust maksmisele </w:t>
      </w:r>
      <w:r w:rsidR="00CD52E7" w:rsidRPr="00100752">
        <w:t xml:space="preserve">kuuluvast osast maha arvata ja </w:t>
      </w:r>
      <w:proofErr w:type="spellStart"/>
      <w:r w:rsidR="00CD52E7" w:rsidRPr="00100752">
        <w:t>p</w:t>
      </w:r>
      <w:r w:rsidRPr="00100752">
        <w:t>rojekteerijale</w:t>
      </w:r>
      <w:proofErr w:type="spellEnd"/>
      <w:r w:rsidRPr="00100752">
        <w:t xml:space="preserve"> maksmata jätta:</w:t>
      </w:r>
    </w:p>
    <w:p w14:paraId="12E1701C" w14:textId="77777777" w:rsidR="00CA3076" w:rsidRPr="00100752" w:rsidRDefault="00CA3076" w:rsidP="00BA6375">
      <w:pPr>
        <w:pStyle w:val="Pealkiri31"/>
        <w:jc w:val="both"/>
      </w:pPr>
      <w:r w:rsidRPr="00100752">
        <w:lastRenderedPageBreak/>
        <w:t xml:space="preserve">punktis 5.1 kirjeldatud projekteerimisvea kõrvaldamise maksumus vastastikusel kokkuleppel. Selle summa on </w:t>
      </w:r>
      <w:r w:rsidR="00CD52E7" w:rsidRPr="00100752">
        <w:t>t</w:t>
      </w:r>
      <w:r w:rsidRPr="00100752">
        <w:t xml:space="preserve">ellija kohustatud </w:t>
      </w:r>
      <w:proofErr w:type="spellStart"/>
      <w:r w:rsidR="00CD52E7" w:rsidRPr="00100752">
        <w:t>p</w:t>
      </w:r>
      <w:r w:rsidRPr="00100752">
        <w:t>rojekteerijale</w:t>
      </w:r>
      <w:proofErr w:type="spellEnd"/>
      <w:r w:rsidRPr="00100752">
        <w:t xml:space="preserv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proofErr w:type="spellStart"/>
      <w:r w:rsidRPr="00100752">
        <w:t>p</w:t>
      </w:r>
      <w:r w:rsidR="00CA3076" w:rsidRPr="00100752">
        <w:t>rojekteerija</w:t>
      </w:r>
      <w:proofErr w:type="spellEnd"/>
      <w:r w:rsidR="00CA3076" w:rsidRPr="00100752">
        <w:t xml:space="preserve"> poolt </w:t>
      </w:r>
      <w:r w:rsidR="00CD52E7" w:rsidRPr="00100752">
        <w:t>t</w:t>
      </w:r>
      <w:r w:rsidR="00CA3076" w:rsidRPr="00100752">
        <w:t xml:space="preserve">ellijale tekitatud kahjud </w:t>
      </w:r>
      <w:r w:rsidR="00CD52E7" w:rsidRPr="00100752">
        <w:t xml:space="preserve">tellija ja </w:t>
      </w:r>
      <w:proofErr w:type="spellStart"/>
      <w:r w:rsidR="00CD52E7" w:rsidRPr="00100752">
        <w:t>pr</w:t>
      </w:r>
      <w:r w:rsidR="00CA3076" w:rsidRPr="00100752">
        <w:t>ojekteerija</w:t>
      </w:r>
      <w:proofErr w:type="spellEnd"/>
      <w:r w:rsidR="00CA3076" w:rsidRPr="00100752">
        <w:t xml:space="preserve">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100752">
        <w:rPr>
          <w:b/>
        </w:rPr>
        <w:t>p</w:t>
      </w:r>
      <w:r w:rsidRPr="00100752">
        <w:rPr>
          <w:b/>
        </w:rPr>
        <w:t>rojekteerimisviga</w:t>
      </w:r>
      <w:r w:rsidRPr="00100752">
        <w:t>.</w:t>
      </w:r>
    </w:p>
    <w:p w14:paraId="1AE51E69" w14:textId="675FAF83" w:rsidR="00CA3076" w:rsidRPr="00100752" w:rsidRDefault="00CA3076" w:rsidP="00BA6375">
      <w:pPr>
        <w:pStyle w:val="Pealkiri21"/>
        <w:jc w:val="both"/>
      </w:pPr>
      <w:r w:rsidRPr="00100752">
        <w:t>Juhul, kui ehitamise käigus või ka varem</w:t>
      </w:r>
      <w:r w:rsidR="00CD52E7" w:rsidRPr="00100752">
        <w:t xml:space="preserve"> ilmneb projekteerimisviga, on </w:t>
      </w:r>
      <w:proofErr w:type="spellStart"/>
      <w:r w:rsidR="00CD52E7" w:rsidRPr="00100752">
        <w:t>projekteerija</w:t>
      </w:r>
      <w:proofErr w:type="spellEnd"/>
      <w:r w:rsidR="00CD52E7" w:rsidRPr="00100752">
        <w:t xml:space="preserve"> kohustatud t</w:t>
      </w:r>
      <w:r w:rsidRPr="00100752">
        <w:t>ellija esimesel nõudmisel omal kulul projekteerimisvea kõrvaldama, parandama p</w:t>
      </w:r>
      <w:r w:rsidR="00CD52E7" w:rsidRPr="00100752">
        <w:t>rojekti ja parandatud projekti t</w:t>
      </w:r>
      <w:r w:rsidRPr="00100752">
        <w:t>el</w:t>
      </w:r>
      <w:r w:rsidR="00CD52E7" w:rsidRPr="00100752">
        <w:t xml:space="preserve">lijale üle andma. Seejuures on </w:t>
      </w:r>
      <w:proofErr w:type="spellStart"/>
      <w:r w:rsidR="00CD52E7" w:rsidRPr="00100752">
        <w:t>p</w:t>
      </w:r>
      <w:r w:rsidRPr="00100752">
        <w:t>rojekteerija</w:t>
      </w:r>
      <w:proofErr w:type="spellEnd"/>
      <w:r w:rsidRPr="00100752">
        <w:t xml:space="preserve"> kohustatud parandatud proje</w:t>
      </w:r>
      <w:r w:rsidR="00CD52E7" w:rsidRPr="00100752">
        <w:t>kti t</w:t>
      </w:r>
      <w:r w:rsidRPr="00100752">
        <w:t>ellijale üle andma hiljemalt 15 (viieteistk</w:t>
      </w:r>
      <w:r w:rsidR="00CD52E7" w:rsidRPr="00100752">
        <w:t>ümne) tööpäeva jooksul arvates t</w:t>
      </w:r>
      <w:r w:rsidRPr="00100752">
        <w:t xml:space="preserve">ellija poolt projekteerimisvea kõrvaldamise nõudmise esitamisest. </w:t>
      </w:r>
      <w:proofErr w:type="spellStart"/>
      <w:r w:rsidRPr="00100752">
        <w:t>Projekteerija</w:t>
      </w:r>
      <w:proofErr w:type="spellEnd"/>
      <w:r w:rsidRPr="00100752">
        <w:t xml:space="preserve"> on kohustatud parandused vormistama muudatusjoonistena, mis on ka kirjanurgas vastavalt tähistat</w:t>
      </w:r>
      <w:r w:rsidR="00CD52E7" w:rsidRPr="00100752">
        <w:t xml:space="preserve">ud. Samuti tuleb </w:t>
      </w:r>
      <w:proofErr w:type="spellStart"/>
      <w:r w:rsidR="00CD52E7" w:rsidRPr="00100752">
        <w:t>projekteerijal</w:t>
      </w:r>
      <w:proofErr w:type="spellEnd"/>
      <w:r w:rsidR="00CD52E7" w:rsidRPr="00100752">
        <w:t xml:space="preserve">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 xml:space="preserve">ümberehitustööde eest, siis on </w:t>
      </w:r>
      <w:proofErr w:type="spellStart"/>
      <w:r w:rsidRPr="00100752">
        <w:t>projekteerija</w:t>
      </w:r>
      <w:proofErr w:type="spellEnd"/>
      <w:r w:rsidRPr="00100752">
        <w:t xml:space="preserve"> kohustatud t</w:t>
      </w:r>
      <w:r w:rsidR="00CA3076" w:rsidRPr="00100752">
        <w:t>ellija esimesel nõudmisel selle kahju täies ulatuses hüvitama.</w:t>
      </w:r>
    </w:p>
    <w:p w14:paraId="00C87FDB" w14:textId="6EDF7E7C" w:rsidR="008633AC" w:rsidRPr="00100752" w:rsidRDefault="00CA3076" w:rsidP="008633AC">
      <w:pPr>
        <w:pStyle w:val="Pealkiri21"/>
        <w:jc w:val="both"/>
      </w:pPr>
      <w:r w:rsidRPr="00100752">
        <w:t xml:space="preserve">Juhul, kui objektil ilmnevad projekteerimisvead 2 (kahe) aasta jooksul arvates kõigi ehitustööde lõpetamist, kohaldatakse samuti punktides 5.2 ja 5.3 sätestatut. Tellijal on seejuures õigus teha või lasta teha objektil ümberehitustöid, kusjuures ümberehitustööde </w:t>
      </w:r>
      <w:r w:rsidR="00CD52E7" w:rsidRPr="00100752">
        <w:t xml:space="preserve">maksumuse on kohustatud tasuma </w:t>
      </w:r>
      <w:proofErr w:type="spellStart"/>
      <w:r w:rsidR="00CD52E7" w:rsidRPr="00100752">
        <w:t>p</w:t>
      </w:r>
      <w:r w:rsidRPr="00100752">
        <w:t>rojekteerija</w:t>
      </w:r>
      <w:proofErr w:type="spellEnd"/>
      <w:r w:rsidRPr="00100752">
        <w:t xml:space="preserve"> kohe ümberehitamiseks kulutuste tegemisel.</w:t>
      </w:r>
    </w:p>
    <w:p w14:paraId="06C3358D" w14:textId="77777777" w:rsidR="008633AC" w:rsidRPr="00100752" w:rsidRDefault="008633AC" w:rsidP="008633AC">
      <w:pPr>
        <w:pStyle w:val="Pealkiri21"/>
        <w:numPr>
          <w:ilvl w:val="0"/>
          <w:numId w:val="0"/>
        </w:numPr>
        <w:jc w:val="both"/>
      </w:pPr>
    </w:p>
    <w:p w14:paraId="0CB2FD67" w14:textId="41A58A9B" w:rsidR="008633AC" w:rsidRPr="00100752" w:rsidRDefault="008633AC" w:rsidP="008633AC">
      <w:pPr>
        <w:pStyle w:val="Pealkiri21"/>
        <w:numPr>
          <w:ilvl w:val="0"/>
          <w:numId w:val="0"/>
        </w:numPr>
        <w:jc w:val="both"/>
        <w:rPr>
          <w:b/>
        </w:rPr>
      </w:pPr>
      <w:r w:rsidRPr="00100752">
        <w:rPr>
          <w:b/>
        </w:rPr>
        <w:t>6. Autoriõiguste üleandmine Tellijale</w:t>
      </w:r>
    </w:p>
    <w:p w14:paraId="49B01EA0" w14:textId="77777777" w:rsidR="008633AC" w:rsidRPr="00100752" w:rsidRDefault="008633AC" w:rsidP="008633AC">
      <w:pPr>
        <w:pStyle w:val="Pealkiri21"/>
        <w:numPr>
          <w:ilvl w:val="0"/>
          <w:numId w:val="0"/>
        </w:numPr>
        <w:ind w:left="576"/>
        <w:jc w:val="both"/>
        <w:rPr>
          <w:b/>
        </w:rPr>
      </w:pPr>
    </w:p>
    <w:p w14:paraId="0493C189" w14:textId="77777777" w:rsidR="008633AC" w:rsidRPr="00100752" w:rsidRDefault="008633AC" w:rsidP="008633AC">
      <w:pPr>
        <w:pStyle w:val="Pealkiri21"/>
        <w:numPr>
          <w:ilvl w:val="0"/>
          <w:numId w:val="0"/>
        </w:numPr>
        <w:ind w:left="576" w:hanging="576"/>
        <w:jc w:val="both"/>
      </w:pPr>
      <w:r w:rsidRPr="00100752">
        <w:t xml:space="preserve">6.1. </w:t>
      </w:r>
      <w:proofErr w:type="spellStart"/>
      <w:r w:rsidRPr="00100752">
        <w:t>Projekteerija</w:t>
      </w:r>
      <w:proofErr w:type="spellEnd"/>
      <w:r w:rsidRPr="00100752">
        <w:t xml:space="preserve"> loovutab kõik hankelepingu alusel teostatud tööle tekkivad varalised õigused Tellijale ning need loetakse Tellijale </w:t>
      </w:r>
      <w:proofErr w:type="spellStart"/>
      <w:r w:rsidRPr="00100752">
        <w:t>üleantuks</w:t>
      </w:r>
      <w:proofErr w:type="spellEnd"/>
      <w:r w:rsidRPr="00100752">
        <w:t xml:space="preserve"> hankelepingu hinna eest tasumisega.</w:t>
      </w:r>
    </w:p>
    <w:p w14:paraId="377CA87C" w14:textId="77777777" w:rsidR="00402796" w:rsidRDefault="008633AC" w:rsidP="00402796">
      <w:pPr>
        <w:pStyle w:val="Pealkiri21"/>
        <w:numPr>
          <w:ilvl w:val="0"/>
          <w:numId w:val="0"/>
        </w:numPr>
        <w:ind w:left="576" w:hanging="576"/>
        <w:jc w:val="both"/>
      </w:pPr>
      <w:r w:rsidRPr="00100752">
        <w:t xml:space="preserve">6.2. </w:t>
      </w:r>
      <w:proofErr w:type="spellStart"/>
      <w:r w:rsidRPr="00100752">
        <w:t>Projekteerija</w:t>
      </w:r>
      <w:proofErr w:type="spellEnd"/>
      <w:r w:rsidRPr="00100752">
        <w:t xml:space="preserve">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77777777" w:rsidR="00CA3076" w:rsidRPr="00100752" w:rsidRDefault="00CA3076" w:rsidP="00BA6375">
      <w:pPr>
        <w:pStyle w:val="Pealkiri21"/>
        <w:jc w:val="both"/>
      </w:pPr>
      <w:r w:rsidRPr="00100752">
        <w:t>Ob</w:t>
      </w:r>
      <w:r w:rsidR="00867887" w:rsidRPr="00100752">
        <w:t xml:space="preserve">jekti vastutav </w:t>
      </w:r>
      <w:proofErr w:type="spellStart"/>
      <w:r w:rsidR="00867887" w:rsidRPr="00100752">
        <w:t>projekteerija</w:t>
      </w:r>
      <w:proofErr w:type="spellEnd"/>
      <w:r w:rsidR="00867887" w:rsidRPr="00100752">
        <w:t xml:space="preserve"> on</w:t>
      </w:r>
      <w:r w:rsidRPr="00100752">
        <w:t xml:space="preserve"> </w:t>
      </w:r>
      <w:r w:rsidR="0048584E" w:rsidRPr="00100752">
        <w:rPr>
          <w:rFonts w:eastAsia="Calibri"/>
        </w:rPr>
        <w:fldChar w:fldCharType="begin"/>
      </w:r>
      <w:r w:rsidR="0048584E" w:rsidRPr="00100752">
        <w:rPr>
          <w:rFonts w:eastAsia="Calibri"/>
        </w:rPr>
        <w:instrText xml:space="preserve"> MACROBUTTON  AcceptAllChangesInDoc [Sisesta eesnimi ja perekonnanimi], </w:instrText>
      </w:r>
      <w:r w:rsidR="0048584E" w:rsidRPr="00100752">
        <w:rPr>
          <w:rFonts w:eastAsia="Calibri"/>
        </w:rPr>
        <w:fldChar w:fldCharType="end"/>
      </w:r>
      <w:r w:rsidR="00B47672" w:rsidRPr="00100752">
        <w:t xml:space="preserve">tel </w:t>
      </w:r>
      <w:r w:rsidR="00B47672" w:rsidRPr="00100752">
        <w:fldChar w:fldCharType="begin"/>
      </w:r>
      <w:r w:rsidR="00B47672" w:rsidRPr="00100752">
        <w:instrText xml:space="preserve"> MACROBUTTON  AcceptAllChangesInDoc [Sisesta number]</w:instrText>
      </w:r>
      <w:r w:rsidR="00B47672" w:rsidRPr="00100752">
        <w:fldChar w:fldCharType="end"/>
      </w:r>
      <w:r w:rsidR="0048584E" w:rsidRPr="00100752">
        <w:t xml:space="preserve">, e-post </w:t>
      </w:r>
      <w:r w:rsidR="0048584E" w:rsidRPr="00100752">
        <w:fldChar w:fldCharType="begin"/>
      </w:r>
      <w:r w:rsidR="0048584E" w:rsidRPr="00100752">
        <w:instrText xml:space="preserve"> MACROBUTTON  AcceptAllChangesInDoc [Sisesta e-post]. </w:instrText>
      </w:r>
      <w:r w:rsidR="0048584E" w:rsidRPr="00100752">
        <w:fldChar w:fldCharType="end"/>
      </w:r>
    </w:p>
    <w:p w14:paraId="2AB75983" w14:textId="77777777" w:rsidR="0048584E" w:rsidRPr="00100752" w:rsidRDefault="0048584E" w:rsidP="00BA6375">
      <w:pPr>
        <w:pStyle w:val="Pealkiri21"/>
        <w:jc w:val="both"/>
      </w:pPr>
      <w:proofErr w:type="spellStart"/>
      <w:r w:rsidRPr="00100752">
        <w:t>Projekteerija</w:t>
      </w:r>
      <w:proofErr w:type="spellEnd"/>
      <w:r w:rsidRPr="00100752">
        <w:t xml:space="preserve"> esindaja on </w:t>
      </w:r>
      <w:r w:rsidRPr="00100752">
        <w:rPr>
          <w:rFonts w:eastAsia="Calibri"/>
        </w:rPr>
        <w:fldChar w:fldCharType="begin"/>
      </w:r>
      <w:r w:rsidRPr="00100752">
        <w:rPr>
          <w:rFonts w:eastAsia="Calibri"/>
        </w:rPr>
        <w:instrText xml:space="preserve"> MACROBUTTON  AcceptAllChangesInDoc [Sisesta ametinimetus] </w:instrText>
      </w:r>
      <w:r w:rsidRPr="00100752">
        <w:rPr>
          <w:rFonts w:eastAsia="Calibri"/>
        </w:rPr>
        <w:fldChar w:fldCharType="end"/>
      </w:r>
      <w:r w:rsidRPr="00100752">
        <w:rPr>
          <w:rFonts w:eastAsia="Calibri"/>
        </w:rPr>
        <w:fldChar w:fldCharType="begin"/>
      </w:r>
      <w:r w:rsidRPr="00100752">
        <w:rPr>
          <w:rFonts w:eastAsia="Calibri"/>
        </w:rPr>
        <w:instrText xml:space="preserve"> MACROBUTTON  AcceptAllChangesInDoc [Sisesta eesnimi ja perekonnanimi], </w:instrText>
      </w:r>
      <w:r w:rsidRPr="00100752">
        <w:rPr>
          <w:rFonts w:eastAsia="Calibri"/>
        </w:rPr>
        <w:fldChar w:fldCharType="end"/>
      </w:r>
      <w:r w:rsidRPr="00100752">
        <w:rPr>
          <w:rFonts w:eastAsia="Calibri"/>
        </w:rPr>
        <w:t xml:space="preserve">tel </w:t>
      </w:r>
      <w:r w:rsidRPr="00100752">
        <w:fldChar w:fldCharType="begin"/>
      </w:r>
      <w:r w:rsidRPr="00100752">
        <w:instrText xml:space="preserve"> MACROBUTTON  AcceptAllChangesInDoc [Sisesta number]</w:instrText>
      </w:r>
      <w:r w:rsidRPr="00100752">
        <w:fldChar w:fldCharType="end"/>
      </w:r>
      <w:r w:rsidRPr="00100752">
        <w:t xml:space="preserve">, e-post </w:t>
      </w:r>
      <w:r w:rsidRPr="00100752">
        <w:fldChar w:fldCharType="begin"/>
      </w:r>
      <w:r w:rsidRPr="00100752">
        <w:instrText xml:space="preserve"> MACROBUTTON  AcceptAllChangesInDoc [Sisesta e-post]. </w:instrText>
      </w:r>
      <w:r w:rsidRPr="00100752">
        <w:fldChar w:fldCharType="end"/>
      </w:r>
    </w:p>
    <w:p w14:paraId="56F1C27E" w14:textId="77777777" w:rsidR="003731BF" w:rsidRPr="00100752" w:rsidRDefault="00CA3076" w:rsidP="00BA6375">
      <w:pPr>
        <w:pStyle w:val="Pealkiri21"/>
        <w:jc w:val="both"/>
      </w:pPr>
      <w:r w:rsidRPr="00100752">
        <w:t xml:space="preserve">Tellija </w:t>
      </w:r>
      <w:r w:rsidR="003731BF" w:rsidRPr="00100752">
        <w:t xml:space="preserve">esindaja on RMK </w:t>
      </w:r>
      <w:r w:rsidR="0048584E" w:rsidRPr="00100752">
        <w:rPr>
          <w:rFonts w:eastAsia="Calibri"/>
        </w:rPr>
        <w:fldChar w:fldCharType="begin"/>
      </w:r>
      <w:r w:rsidR="0048584E" w:rsidRPr="00100752">
        <w:rPr>
          <w:rFonts w:eastAsia="Calibri"/>
        </w:rPr>
        <w:instrText xml:space="preserve"> MACROBUTTON  AcceptAllChangesInDoc [Sisesta ametinimetus] </w:instrText>
      </w:r>
      <w:r w:rsidR="0048584E" w:rsidRPr="00100752">
        <w:rPr>
          <w:rFonts w:eastAsia="Calibri"/>
        </w:rPr>
        <w:fldChar w:fldCharType="end"/>
      </w:r>
      <w:r w:rsidR="0048584E" w:rsidRPr="00100752">
        <w:rPr>
          <w:rFonts w:eastAsia="Calibri"/>
        </w:rPr>
        <w:fldChar w:fldCharType="begin"/>
      </w:r>
      <w:r w:rsidR="0048584E" w:rsidRPr="00100752">
        <w:rPr>
          <w:rFonts w:eastAsia="Calibri"/>
        </w:rPr>
        <w:instrText xml:space="preserve"> MACROBUTTON  AcceptAllChangesInDoc [Sisesta eesnimi ja perekonnanimi], </w:instrText>
      </w:r>
      <w:r w:rsidR="0048584E" w:rsidRPr="00100752">
        <w:rPr>
          <w:rFonts w:eastAsia="Calibri"/>
        </w:rPr>
        <w:fldChar w:fldCharType="end"/>
      </w:r>
      <w:r w:rsidR="0048584E" w:rsidRPr="00100752">
        <w:rPr>
          <w:rFonts w:eastAsia="Calibri"/>
        </w:rPr>
        <w:t xml:space="preserve">tel </w:t>
      </w:r>
      <w:r w:rsidR="0048584E" w:rsidRPr="00100752">
        <w:fldChar w:fldCharType="begin"/>
      </w:r>
      <w:r w:rsidR="0048584E" w:rsidRPr="00100752">
        <w:instrText xml:space="preserve"> MACROBUTTON  AcceptAllChangesInDoc [Sisesta number]</w:instrText>
      </w:r>
      <w:r w:rsidR="0048584E" w:rsidRPr="00100752">
        <w:fldChar w:fldCharType="end"/>
      </w:r>
      <w:r w:rsidR="0048584E" w:rsidRPr="00100752">
        <w:t xml:space="preserve">, e-post </w:t>
      </w:r>
      <w:r w:rsidR="0048584E" w:rsidRPr="00100752">
        <w:fldChar w:fldCharType="begin"/>
      </w:r>
      <w:r w:rsidR="0048584E" w:rsidRPr="00100752">
        <w:instrText xml:space="preserve"> MACROBUTTON  AcceptAllChangesInDoc [Sisesta e-post]. </w:instrText>
      </w:r>
      <w:r w:rsidR="0048584E" w:rsidRPr="00100752">
        <w:fldChar w:fldCharType="end"/>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 xml:space="preserve">Lepinguga seotud teated edastatakse telefoni teel või </w:t>
      </w:r>
      <w:proofErr w:type="spellStart"/>
      <w:r w:rsidRPr="00100752">
        <w:t>e-kirja</w:t>
      </w:r>
      <w:proofErr w:type="spellEnd"/>
      <w:r w:rsidRPr="00100752">
        <w:t xml:space="preserve">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proofErr w:type="spellStart"/>
      <w:r w:rsidRPr="00100752">
        <w:t>E-kirja</w:t>
      </w:r>
      <w:proofErr w:type="spellEnd"/>
      <w:r w:rsidRPr="00100752">
        <w:t xml:space="preserve"> teel edastatud teated peetakse </w:t>
      </w:r>
      <w:proofErr w:type="spellStart"/>
      <w:r w:rsidRPr="00100752">
        <w:t>kättesaaduks</w:t>
      </w:r>
      <w:proofErr w:type="spellEnd"/>
      <w:r w:rsidRPr="00100752">
        <w:t xml:space="preserve"> alates teate edastamisele järgnevast tööpäevast.</w:t>
      </w:r>
    </w:p>
    <w:p w14:paraId="6EC2163E" w14:textId="77777777" w:rsidR="003731BF" w:rsidRPr="00100752" w:rsidRDefault="003731BF" w:rsidP="00BA6375">
      <w:pPr>
        <w:pStyle w:val="Pealkiri21"/>
        <w:jc w:val="both"/>
      </w:pPr>
      <w:r w:rsidRPr="00100752">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100752">
        <w:t>e-kirja</w:t>
      </w:r>
      <w:proofErr w:type="spellEnd"/>
      <w:r w:rsidRPr="00100752">
        <w:t xml:space="preserve"> teel.</w:t>
      </w:r>
    </w:p>
    <w:p w14:paraId="26DC31C3" w14:textId="77777777" w:rsidR="00867887" w:rsidRPr="00100752" w:rsidRDefault="00867887" w:rsidP="00BA6375">
      <w:pPr>
        <w:jc w:val="both"/>
        <w:rPr>
          <w:bCs/>
        </w:rPr>
      </w:pPr>
    </w:p>
    <w:p w14:paraId="686DD0FE" w14:textId="77777777" w:rsidR="007926C9" w:rsidRPr="00100752" w:rsidRDefault="007926C9"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t xml:space="preserve">Tellija võib lepingu igal ajal olenemata põhjusest </w:t>
      </w:r>
      <w:proofErr w:type="spellStart"/>
      <w:r w:rsidRPr="00100752">
        <w:t>etteteatamistähtajata</w:t>
      </w:r>
      <w:proofErr w:type="spellEnd"/>
      <w:r w:rsidRPr="00100752">
        <w:t xml:space="preserve">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A55DB2"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71270D7E" w:rsidR="006F20A8" w:rsidRPr="00100752" w:rsidRDefault="006F20A8" w:rsidP="00ED0D25">
      <w:pPr>
        <w:pStyle w:val="Pealkiri21"/>
        <w:rPr>
          <w:lang w:eastAsia="ar-SA"/>
        </w:rPr>
      </w:pPr>
      <w:r w:rsidRPr="00100752">
        <w:rPr>
          <w:lang w:eastAsia="ar-SA"/>
        </w:rPr>
        <w:t xml:space="preserve">lisa nr 1 Tellija lähteülesanded (ei asu lepingu juures)       </w:t>
      </w:r>
    </w:p>
    <w:p w14:paraId="09992A92" w14:textId="547BFE70" w:rsidR="006F20A8" w:rsidRPr="00100752" w:rsidRDefault="006F20A8" w:rsidP="006F20A8">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lisa nr 3 projekteerimistööde loetelu-graafik</w:t>
      </w:r>
      <w:r w:rsidRPr="00100752">
        <w:rPr>
          <w:kern w:val="1"/>
          <w:szCs w:val="20"/>
          <w:lang w:eastAsia="ar-SA"/>
        </w:rPr>
        <w:tab/>
      </w:r>
    </w:p>
    <w:p w14:paraId="6818B250" w14:textId="134A9E59" w:rsidR="006F20A8" w:rsidRPr="00100752" w:rsidRDefault="006F20A8" w:rsidP="006F20A8">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.3</w:t>
      </w:r>
      <w:r w:rsidRPr="00100752">
        <w:rPr>
          <w:kern w:val="1"/>
          <w:szCs w:val="20"/>
          <w:lang w:eastAsia="ar-SA"/>
        </w:rPr>
        <w:t xml:space="preserve">. </w:t>
      </w:r>
      <w:proofErr w:type="spellStart"/>
      <w:r w:rsidRPr="00100752">
        <w:rPr>
          <w:kern w:val="1"/>
          <w:szCs w:val="20"/>
          <w:lang w:eastAsia="ar-SA"/>
        </w:rPr>
        <w:t>Projekteerija</w:t>
      </w:r>
      <w:proofErr w:type="spellEnd"/>
      <w:r w:rsidRPr="00100752">
        <w:rPr>
          <w:kern w:val="1"/>
          <w:szCs w:val="20"/>
          <w:lang w:eastAsia="ar-SA"/>
        </w:rPr>
        <w:t xml:space="preserve"> poolt Tellijale esitatud pakkumus (ei asu lepingu juures).</w:t>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6A396DDA" w14:textId="77777777" w:rsidR="00180E85" w:rsidRPr="00100752" w:rsidRDefault="00180E85"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proofErr w:type="spellStart"/>
            <w:r w:rsidRPr="00100752">
              <w:rPr>
                <w:b/>
              </w:rPr>
              <w:t>Projekteerija</w:t>
            </w:r>
            <w:proofErr w:type="spellEnd"/>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lastRenderedPageBreak/>
              <w:t>Riigimetsa Majandamise Keskus</w:t>
            </w:r>
          </w:p>
        </w:tc>
        <w:tc>
          <w:tcPr>
            <w:tcW w:w="4531" w:type="dxa"/>
          </w:tcPr>
          <w:p w14:paraId="4368FBED" w14:textId="77777777" w:rsidR="002437D4" w:rsidRPr="00100752" w:rsidRDefault="002437D4">
            <w:r w:rsidRPr="00100752">
              <w:fldChar w:fldCharType="begin"/>
            </w:r>
            <w:r w:rsidRPr="00100752">
              <w:instrText xml:space="preserve"> MACROBUTTON  AcceptAllChangesInDoc [Sisesta juriidilise isiku või FIE nimi] </w:instrText>
            </w:r>
            <w:r w:rsidRPr="00100752">
              <w:fldChar w:fldCharType="end"/>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77777777" w:rsidR="002437D4" w:rsidRPr="00100752" w:rsidRDefault="002437D4">
            <w:r w:rsidRPr="00100752">
              <w:t xml:space="preserve">Registrikood </w:t>
            </w:r>
            <w:r w:rsidRPr="00100752">
              <w:fldChar w:fldCharType="begin"/>
            </w:r>
            <w:r w:rsidRPr="00100752">
              <w:instrText xml:space="preserve"> MACROBUTTON  AcceptAllChangesInDoc [Sisesta registrikood] </w:instrText>
            </w:r>
            <w:r w:rsidRPr="00100752">
              <w:fldChar w:fldCharType="end"/>
            </w:r>
          </w:p>
        </w:tc>
      </w:tr>
      <w:tr w:rsidR="002437D4" w:rsidRPr="00100752" w14:paraId="1A69C3A7" w14:textId="77777777" w:rsidTr="002437D4">
        <w:tc>
          <w:tcPr>
            <w:tcW w:w="4531" w:type="dxa"/>
          </w:tcPr>
          <w:p w14:paraId="40752F73" w14:textId="77777777" w:rsidR="008A43C7" w:rsidRPr="00100752" w:rsidRDefault="0076689E" w:rsidP="0076689E">
            <w:proofErr w:type="spellStart"/>
            <w:r w:rsidRPr="00100752">
              <w:t>Sagadi</w:t>
            </w:r>
            <w:proofErr w:type="spellEnd"/>
            <w:r w:rsidRPr="00100752">
              <w:t xml:space="preserve"> küla, Haljala</w:t>
            </w:r>
            <w:r w:rsidR="008A43C7" w:rsidRPr="00100752">
              <w:t xml:space="preserve"> vald,</w:t>
            </w:r>
          </w:p>
        </w:tc>
        <w:tc>
          <w:tcPr>
            <w:tcW w:w="4531" w:type="dxa"/>
          </w:tcPr>
          <w:p w14:paraId="6AAA180E" w14:textId="77777777" w:rsidR="002437D4" w:rsidRPr="00100752" w:rsidRDefault="002437D4">
            <w:r w:rsidRPr="00100752">
              <w:fldChar w:fldCharType="begin"/>
            </w:r>
            <w:r w:rsidRPr="00100752">
              <w:instrText>MACROBUTTON  AcceptAllChangesInDoc [Sisesta aadress]</w:instrText>
            </w:r>
            <w:r w:rsidRPr="00100752">
              <w:fldChar w:fldCharType="end"/>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77777777" w:rsidR="002437D4" w:rsidRPr="00100752" w:rsidRDefault="002437D4">
            <w:r w:rsidRPr="00100752">
              <w:t xml:space="preserve">Tel </w:t>
            </w:r>
            <w:r w:rsidRPr="00100752">
              <w:fldChar w:fldCharType="begin"/>
            </w:r>
            <w:r w:rsidRPr="00100752">
              <w:instrText xml:space="preserve"> MACROBUTTON  AcceptAllChangesInDoc [Sisesta number] </w:instrText>
            </w:r>
            <w:r w:rsidRPr="00100752">
              <w:fldChar w:fldCharType="end"/>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77777777" w:rsidR="002437D4" w:rsidRPr="00100752" w:rsidRDefault="002437D4">
            <w:r w:rsidRPr="00100752">
              <w:t xml:space="preserve">E-post </w:t>
            </w:r>
            <w:r w:rsidRPr="00100752">
              <w:fldChar w:fldCharType="begin"/>
            </w:r>
            <w:r w:rsidRPr="00100752">
              <w:instrText xml:space="preserve"> MACROBUTTON  AcceptAllChangesInDoc [Sisesta e-post] </w:instrText>
            </w:r>
            <w:r w:rsidRPr="00100752">
              <w:fldChar w:fldCharType="end"/>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r w:rsidR="002437D4" w:rsidRPr="00100752" w14:paraId="6102A6C7" w14:textId="77777777" w:rsidTr="002437D4">
        <w:tc>
          <w:tcPr>
            <w:tcW w:w="4531" w:type="dxa"/>
          </w:tcPr>
          <w:p w14:paraId="4BAEECDA" w14:textId="77777777" w:rsidR="002437D4" w:rsidRPr="00100752" w:rsidRDefault="002437D4"/>
        </w:tc>
        <w:tc>
          <w:tcPr>
            <w:tcW w:w="4531" w:type="dxa"/>
          </w:tcPr>
          <w:p w14:paraId="10C141B6" w14:textId="77777777" w:rsidR="002437D4" w:rsidRPr="00100752" w:rsidRDefault="002437D4"/>
        </w:tc>
      </w:tr>
      <w:tr w:rsidR="002437D4" w:rsidRPr="00100752" w14:paraId="488C985E" w14:textId="77777777" w:rsidTr="002437D4">
        <w:tc>
          <w:tcPr>
            <w:tcW w:w="4531" w:type="dxa"/>
          </w:tcPr>
          <w:p w14:paraId="3DC4FAF5" w14:textId="77777777" w:rsidR="002437D4" w:rsidRPr="00100752" w:rsidRDefault="00A55DB2">
            <w:sdt>
              <w:sdtPr>
                <w:id w:val="698586215"/>
                <w:placeholder>
                  <w:docPart w:val="E236B6130DF64227A378F0FE3B32AF7D"/>
                </w:placeholder>
                <w:comboBox>
                  <w:listItem w:displayText=" " w:value=" "/>
                  <w:listItem w:displayText="(allkirjastatud digitaalselt)" w:value="(allkirjastatud digitaalselt)"/>
                </w:comboBox>
              </w:sdtPr>
              <w:sdtEndPr/>
              <w:sdtContent>
                <w:r w:rsidR="002437D4" w:rsidRPr="00100752">
                  <w:t>[Vali sobiv]</w:t>
                </w:r>
              </w:sdtContent>
            </w:sdt>
          </w:p>
        </w:tc>
        <w:tc>
          <w:tcPr>
            <w:tcW w:w="4531" w:type="dxa"/>
          </w:tcPr>
          <w:p w14:paraId="48DC5A9A" w14:textId="77777777" w:rsidR="002437D4" w:rsidRPr="00100752" w:rsidRDefault="00A55DB2">
            <w:sdt>
              <w:sdtPr>
                <w:id w:val="155109603"/>
                <w:placeholder>
                  <w:docPart w:val="EB0A11D5107942D6B98419204839E5D4"/>
                </w:placeholder>
                <w:comboBox>
                  <w:listItem w:displayText=" " w:value=" "/>
                  <w:listItem w:displayText="(allkirjastatud digitaalselt)" w:value="(allkirjastatud digitaalselt)"/>
                </w:comboBox>
              </w:sdtPr>
              <w:sdtEndPr/>
              <w:sdtContent>
                <w:r w:rsidR="002437D4" w:rsidRPr="00100752">
                  <w:t>[Vali sobiv]</w:t>
                </w:r>
              </w:sdtContent>
            </w:sdt>
          </w:p>
        </w:tc>
      </w:tr>
      <w:tr w:rsidR="002437D4" w:rsidRPr="00100752" w14:paraId="75E95E73" w14:textId="77777777" w:rsidTr="002437D4">
        <w:tc>
          <w:tcPr>
            <w:tcW w:w="4531" w:type="dxa"/>
          </w:tcPr>
          <w:p w14:paraId="54BE207E" w14:textId="77777777" w:rsidR="002437D4" w:rsidRPr="00100752" w:rsidRDefault="002437D4"/>
        </w:tc>
        <w:tc>
          <w:tcPr>
            <w:tcW w:w="4531" w:type="dxa"/>
          </w:tcPr>
          <w:p w14:paraId="1CF17384" w14:textId="77777777" w:rsidR="002437D4" w:rsidRPr="00100752" w:rsidRDefault="002437D4"/>
        </w:tc>
      </w:tr>
      <w:tr w:rsidR="002437D4" w:rsidRPr="00100752" w14:paraId="19C8A396" w14:textId="77777777" w:rsidTr="002437D4">
        <w:tc>
          <w:tcPr>
            <w:tcW w:w="4531" w:type="dxa"/>
          </w:tcPr>
          <w:p w14:paraId="14D95745" w14:textId="77777777" w:rsidR="002437D4" w:rsidRPr="00100752" w:rsidRDefault="002437D4"/>
        </w:tc>
        <w:tc>
          <w:tcPr>
            <w:tcW w:w="4531" w:type="dxa"/>
          </w:tcPr>
          <w:p w14:paraId="70F59E59" w14:textId="77777777" w:rsidR="002437D4" w:rsidRPr="00100752" w:rsidRDefault="002437D4"/>
        </w:tc>
      </w:tr>
      <w:tr w:rsidR="002437D4" w:rsidRPr="00100752" w14:paraId="0D97728A" w14:textId="77777777" w:rsidTr="002437D4">
        <w:tc>
          <w:tcPr>
            <w:tcW w:w="4531" w:type="dxa"/>
          </w:tcPr>
          <w:p w14:paraId="413870A8" w14:textId="77777777" w:rsidR="002437D4" w:rsidRPr="00100752" w:rsidRDefault="002437D4">
            <w:r w:rsidRPr="00100752">
              <w:fldChar w:fldCharType="begin"/>
            </w:r>
            <w:r w:rsidRPr="00100752">
              <w:instrText xml:space="preserve"> MACROBUTTON  AcceptAllChangesInDoc [Sisesta eesnimi ja perekonnanimi] </w:instrText>
            </w:r>
            <w:r w:rsidRPr="00100752">
              <w:fldChar w:fldCharType="end"/>
            </w:r>
          </w:p>
        </w:tc>
        <w:tc>
          <w:tcPr>
            <w:tcW w:w="4531" w:type="dxa"/>
          </w:tcPr>
          <w:p w14:paraId="2D46BB98" w14:textId="77777777" w:rsidR="002437D4" w:rsidRPr="00100752" w:rsidRDefault="002437D4">
            <w:r w:rsidRPr="00100752">
              <w:fldChar w:fldCharType="begin"/>
            </w:r>
            <w:r w:rsidRPr="00100752">
              <w:instrText xml:space="preserve"> MACROBUTTON  AcceptAllChangesInDoc [Sisesta eesnimi ja perekonnanimi] </w:instrText>
            </w:r>
            <w:r w:rsidRPr="00100752">
              <w:fldChar w:fldCharType="end"/>
            </w:r>
          </w:p>
        </w:tc>
      </w:tr>
    </w:tbl>
    <w:p w14:paraId="0611D414" w14:textId="58C9EDEB" w:rsidR="002437D4" w:rsidRPr="00100752" w:rsidRDefault="002437D4"/>
    <w:p w14:paraId="55B927A9" w14:textId="247F42C6" w:rsidR="00007B53" w:rsidRPr="00100752" w:rsidRDefault="00007B53"/>
    <w:p w14:paraId="41315AFB" w14:textId="4ECC8271" w:rsidR="00007B53" w:rsidRPr="00100752" w:rsidRDefault="00007B53"/>
    <w:p w14:paraId="16B4FBA0" w14:textId="3D47B829" w:rsidR="00007B53" w:rsidRPr="00100752" w:rsidRDefault="00007B53"/>
    <w:p w14:paraId="0370C188" w14:textId="1140DA88" w:rsidR="00007B53" w:rsidRPr="00100752" w:rsidRDefault="00007B53"/>
    <w:p w14:paraId="000C54E6" w14:textId="21B2879F" w:rsidR="00007B53" w:rsidRPr="00100752" w:rsidRDefault="00007B53"/>
    <w:p w14:paraId="59099695" w14:textId="1C3E4C0E" w:rsidR="00007B53" w:rsidRPr="00100752" w:rsidRDefault="00007B53"/>
    <w:p w14:paraId="1CF8692A" w14:textId="02E865CA" w:rsidR="00007B53" w:rsidRPr="00100752" w:rsidRDefault="00007B53"/>
    <w:p w14:paraId="28959FD2" w14:textId="372CFC1A" w:rsidR="00007B53" w:rsidRPr="00100752" w:rsidRDefault="00007B53"/>
    <w:p w14:paraId="53D038C7" w14:textId="22FB89A1" w:rsidR="00007B53" w:rsidRPr="00100752" w:rsidRDefault="00007B53"/>
    <w:p w14:paraId="26DBAC5F" w14:textId="09588651" w:rsidR="00007B53" w:rsidRPr="00100752" w:rsidRDefault="00007B53"/>
    <w:p w14:paraId="24257A44" w14:textId="34FA8626" w:rsidR="00007B53" w:rsidRPr="00100752" w:rsidRDefault="00007B53"/>
    <w:p w14:paraId="09F91CE0" w14:textId="192D22B0" w:rsidR="00007B53" w:rsidRPr="00100752" w:rsidRDefault="00007B53"/>
    <w:p w14:paraId="73987E0B" w14:textId="6292DD1B" w:rsidR="00007B53" w:rsidRPr="00100752" w:rsidRDefault="00007B53"/>
    <w:p w14:paraId="37394DAB" w14:textId="6BC23FF3" w:rsidR="00007B53" w:rsidRPr="00100752" w:rsidRDefault="00007B53"/>
    <w:p w14:paraId="161C3668" w14:textId="6EA85C0F" w:rsidR="00007B53" w:rsidRPr="00100752" w:rsidRDefault="00007B53"/>
    <w:p w14:paraId="4BE09C97" w14:textId="6554C583" w:rsidR="00007B53" w:rsidRPr="00100752" w:rsidRDefault="00007B53"/>
    <w:p w14:paraId="002A1D71" w14:textId="2DAAFD9D" w:rsidR="00007B53" w:rsidRPr="00100752" w:rsidRDefault="00007B53"/>
    <w:p w14:paraId="13D028FC" w14:textId="1A541D74" w:rsidR="00007B53" w:rsidRPr="00100752" w:rsidRDefault="00007B53"/>
    <w:p w14:paraId="27FABB51" w14:textId="2B3EEE99" w:rsidR="00007B53" w:rsidRPr="00100752" w:rsidRDefault="00007B53"/>
    <w:p w14:paraId="285420A6" w14:textId="2277C5EB" w:rsidR="00007B53" w:rsidRPr="00100752" w:rsidRDefault="00007B53"/>
    <w:p w14:paraId="67F08C7B" w14:textId="411DFE21" w:rsidR="00007B53" w:rsidRPr="00100752" w:rsidRDefault="00007B53"/>
    <w:p w14:paraId="36AB12BA" w14:textId="71B64925" w:rsidR="00007B53" w:rsidRPr="00100752" w:rsidRDefault="00007B53"/>
    <w:p w14:paraId="792107CD" w14:textId="2C9452AB" w:rsidR="00007B53" w:rsidRPr="00100752" w:rsidRDefault="00007B53"/>
    <w:p w14:paraId="51343CD7" w14:textId="009F3544" w:rsidR="00007B53" w:rsidRPr="00100752" w:rsidRDefault="00007B53"/>
    <w:p w14:paraId="76CB2301" w14:textId="6B3E147C" w:rsidR="00007B53" w:rsidRPr="00100752" w:rsidRDefault="00007B53"/>
    <w:p w14:paraId="47A4CC36" w14:textId="7B2372E6" w:rsidR="00007B53" w:rsidRPr="00100752" w:rsidRDefault="00007B53"/>
    <w:p w14:paraId="19FBE787" w14:textId="3C81612F" w:rsidR="00007B53" w:rsidRPr="00100752" w:rsidRDefault="00007B53"/>
    <w:p w14:paraId="4A7A2090" w14:textId="61307E52" w:rsidR="00007B53" w:rsidRPr="00100752" w:rsidRDefault="00007B53"/>
    <w:p w14:paraId="1C6AF552" w14:textId="7AA74075" w:rsidR="00007B53" w:rsidRPr="00100752" w:rsidRDefault="00007B53"/>
    <w:p w14:paraId="7D60C136" w14:textId="25617551" w:rsidR="00007B53" w:rsidRPr="00100752" w:rsidRDefault="00007B53"/>
    <w:p w14:paraId="26DE7068" w14:textId="02655024" w:rsidR="00007B53" w:rsidRPr="00100752" w:rsidRDefault="00007B53"/>
    <w:p w14:paraId="03C02A35" w14:textId="22A498B5" w:rsidR="00007B53" w:rsidRPr="00100752" w:rsidRDefault="00007B53"/>
    <w:p w14:paraId="2753677E" w14:textId="4574E5A1" w:rsidR="00007B53" w:rsidRPr="00100752" w:rsidRDefault="00007B53"/>
    <w:p w14:paraId="495CBC7D" w14:textId="77777777"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Lisa 3</w:t>
      </w:r>
    </w:p>
    <w:p w14:paraId="05B7E3A7" w14:textId="77777777"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..............................……….vahelise    ......................... projekteerimislepingu nr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5A745D8A" w:rsidR="009E4534" w:rsidRPr="00100752" w:rsidRDefault="009E4534" w:rsidP="009E4534">
      <w:pPr>
        <w:tabs>
          <w:tab w:val="left" w:pos="0"/>
        </w:tabs>
        <w:suppressAutoHyphens/>
        <w:rPr>
          <w:i/>
          <w:kern w:val="1"/>
          <w:szCs w:val="20"/>
          <w:lang w:eastAsia="ar-SA"/>
        </w:rPr>
      </w:pPr>
      <w:r w:rsidRPr="00100752">
        <w:rPr>
          <w:b/>
          <w:bCs/>
          <w:kern w:val="1"/>
          <w:szCs w:val="20"/>
          <w:lang w:eastAsia="ar-SA"/>
        </w:rPr>
        <w:t xml:space="preserve">1. </w:t>
      </w:r>
      <w:r w:rsidR="00E54611">
        <w:rPr>
          <w:b/>
          <w:bCs/>
          <w:kern w:val="1"/>
          <w:szCs w:val="20"/>
          <w:lang w:eastAsia="ar-SA"/>
        </w:rPr>
        <w:t>Lammutusprojekt ja e</w:t>
      </w:r>
      <w:r w:rsidRPr="00100752">
        <w:rPr>
          <w:b/>
          <w:bCs/>
          <w:kern w:val="1"/>
          <w:szCs w:val="20"/>
          <w:lang w:eastAsia="ar-SA"/>
        </w:rPr>
        <w:t xml:space="preserve">elprojekt </w:t>
      </w:r>
      <w:r w:rsidRPr="00100752">
        <w:rPr>
          <w:b/>
          <w:bCs/>
          <w:i/>
          <w:kern w:val="1"/>
          <w:szCs w:val="20"/>
          <w:lang w:eastAsia="ar-SA"/>
        </w:rPr>
        <w:t>(digitaalselt)</w:t>
      </w:r>
    </w:p>
    <w:p w14:paraId="65BF5204" w14:textId="77777777" w:rsidR="009E4534" w:rsidRPr="00100752" w:rsidRDefault="009E4534" w:rsidP="009E4534">
      <w:pPr>
        <w:tabs>
          <w:tab w:val="left" w:pos="0"/>
        </w:tabs>
        <w:suppressAutoHyphens/>
        <w:ind w:left="360"/>
        <w:jc w:val="both"/>
        <w:rPr>
          <w:kern w:val="1"/>
          <w:szCs w:val="20"/>
          <w:lang w:eastAsia="ar-SA"/>
        </w:rPr>
      </w:pPr>
    </w:p>
    <w:p w14:paraId="57246444" w14:textId="1862A5E4" w:rsidR="00E54611" w:rsidRDefault="00E54611" w:rsidP="009E4534">
      <w:pPr>
        <w:suppressAutoHyphens/>
        <w:ind w:left="360"/>
        <w:jc w:val="both"/>
        <w:rPr>
          <w:i/>
          <w:kern w:val="1"/>
          <w:szCs w:val="20"/>
          <w:lang w:eastAsia="ar-SA"/>
        </w:rPr>
      </w:pPr>
      <w:r>
        <w:rPr>
          <w:i/>
          <w:kern w:val="1"/>
          <w:szCs w:val="20"/>
          <w:lang w:eastAsia="ar-SA"/>
        </w:rPr>
        <w:t>Lammutusprojekti koostamine.</w:t>
      </w:r>
      <w:bookmarkStart w:id="0" w:name="_GoBack"/>
      <w:bookmarkEnd w:id="0"/>
    </w:p>
    <w:p w14:paraId="77BA4FB9" w14:textId="56E981C6" w:rsidR="009E4534" w:rsidRPr="00100752" w:rsidRDefault="009E4534" w:rsidP="009E4534">
      <w:pPr>
        <w:suppressAutoHyphens/>
        <w:ind w:left="360"/>
        <w:jc w:val="both"/>
        <w:rPr>
          <w:i/>
          <w:kern w:val="1"/>
          <w:szCs w:val="20"/>
          <w:lang w:eastAsia="ar-SA"/>
        </w:rPr>
      </w:pPr>
      <w:r w:rsidRPr="00100752">
        <w:rPr>
          <w:i/>
          <w:kern w:val="1"/>
          <w:szCs w:val="20"/>
          <w:lang w:eastAsia="ar-SA"/>
        </w:rPr>
        <w:t>Projekteerimisega seotud eelnevad uuringud ja mõõdistused.</w:t>
      </w:r>
    </w:p>
    <w:p w14:paraId="4191581B"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7FEDCCDC" w14:textId="77777777" w:rsidR="009E4534" w:rsidRPr="00100752" w:rsidRDefault="009E4534" w:rsidP="009E4534">
      <w:pPr>
        <w:suppressAutoHyphens/>
        <w:jc w:val="both"/>
        <w:rPr>
          <w:kern w:val="1"/>
          <w:szCs w:val="20"/>
          <w:lang w:eastAsia="ar-SA"/>
        </w:rPr>
      </w:pPr>
    </w:p>
    <w:p w14:paraId="60D917F2" w14:textId="77777777" w:rsidR="009E4534" w:rsidRPr="00100752" w:rsidRDefault="009E4534" w:rsidP="009E4534">
      <w:pPr>
        <w:suppressAutoHyphens/>
        <w:jc w:val="both"/>
        <w:rPr>
          <w:kern w:val="1"/>
          <w:szCs w:val="20"/>
          <w:lang w:eastAsia="ar-SA"/>
        </w:rPr>
      </w:pPr>
    </w:p>
    <w:p w14:paraId="03787ADB" w14:textId="77777777" w:rsidR="009E4534" w:rsidRPr="00100752" w:rsidRDefault="009E4534" w:rsidP="009E4534">
      <w:pPr>
        <w:suppressAutoHyphens/>
        <w:spacing w:after="120"/>
        <w:ind w:left="357"/>
        <w:jc w:val="both"/>
        <w:rPr>
          <w:kern w:val="1"/>
          <w:szCs w:val="20"/>
          <w:lang w:eastAsia="ar-SA"/>
        </w:rPr>
      </w:pPr>
      <w:r w:rsidRPr="00100752">
        <w:rPr>
          <w:kern w:val="1"/>
          <w:szCs w:val="20"/>
          <w:lang w:eastAsia="ar-SA"/>
        </w:rPr>
        <w:t>maksumus ………………… eurot, millele lisandub käibemaks 20%;</w:t>
      </w:r>
    </w:p>
    <w:p w14:paraId="400DD22A" w14:textId="77777777" w:rsidR="009E4534" w:rsidRPr="00100752" w:rsidRDefault="009E4534" w:rsidP="009E4534">
      <w:pPr>
        <w:suppressAutoHyphens/>
        <w:ind w:left="360"/>
        <w:jc w:val="both"/>
        <w:rPr>
          <w:kern w:val="1"/>
          <w:szCs w:val="20"/>
          <w:lang w:eastAsia="ar-SA"/>
        </w:rPr>
      </w:pPr>
      <w:r>
        <w:rPr>
          <w:kern w:val="1"/>
          <w:szCs w:val="20"/>
          <w:lang w:eastAsia="ar-SA"/>
        </w:rPr>
        <w:t>tähtaeg 2</w:t>
      </w:r>
      <w:r w:rsidRPr="005B52CD">
        <w:rPr>
          <w:kern w:val="1"/>
          <w:szCs w:val="20"/>
          <w:lang w:eastAsia="ar-SA"/>
        </w:rPr>
        <w:t xml:space="preserve"> kuud peale lepingu allkirjastamist</w:t>
      </w:r>
      <w:r w:rsidRPr="00100752">
        <w:rPr>
          <w:kern w:val="1"/>
          <w:szCs w:val="20"/>
          <w:lang w:eastAsia="ar-SA"/>
        </w:rPr>
        <w:t xml:space="preserve"> osapoolte poolt.                                                                                                   </w:t>
      </w:r>
    </w:p>
    <w:p w14:paraId="6D446E58" w14:textId="77777777" w:rsidR="009E4534" w:rsidRPr="00100752" w:rsidRDefault="009E4534" w:rsidP="009E4534">
      <w:pPr>
        <w:tabs>
          <w:tab w:val="left" w:pos="0"/>
        </w:tabs>
        <w:suppressAutoHyphens/>
        <w:jc w:val="both"/>
        <w:rPr>
          <w:kern w:val="1"/>
          <w:szCs w:val="20"/>
          <w:lang w:eastAsia="ar-SA"/>
        </w:rPr>
      </w:pPr>
    </w:p>
    <w:p w14:paraId="754A250B" w14:textId="77777777" w:rsidR="009E4534" w:rsidRPr="00100752" w:rsidRDefault="009E4534" w:rsidP="009E4534">
      <w:pPr>
        <w:tabs>
          <w:tab w:val="left" w:pos="0"/>
        </w:tabs>
        <w:suppressAutoHyphens/>
        <w:jc w:val="both"/>
        <w:rPr>
          <w:kern w:val="1"/>
          <w:szCs w:val="20"/>
          <w:lang w:eastAsia="ar-SA"/>
        </w:rPr>
      </w:pPr>
      <w:r>
        <w:rPr>
          <w:kern w:val="1"/>
          <w:szCs w:val="20"/>
          <w:lang w:eastAsia="ar-SA"/>
        </w:rPr>
        <w:t xml:space="preserve">2. </w:t>
      </w:r>
      <w:r w:rsidRPr="004A261B">
        <w:rPr>
          <w:b/>
          <w:kern w:val="1"/>
          <w:szCs w:val="20"/>
          <w:lang w:eastAsia="ar-SA"/>
        </w:rPr>
        <w:t xml:space="preserve">Põhiprojekt </w:t>
      </w:r>
      <w:r w:rsidRPr="004A261B">
        <w:rPr>
          <w:b/>
          <w:i/>
          <w:kern w:val="1"/>
          <w:szCs w:val="20"/>
          <w:lang w:eastAsia="ar-SA"/>
        </w:rPr>
        <w:t>(digitaalselt)</w:t>
      </w:r>
    </w:p>
    <w:p w14:paraId="387C1999" w14:textId="77777777" w:rsidR="009E4534" w:rsidRDefault="009E4534" w:rsidP="009E4534">
      <w:pPr>
        <w:suppressAutoHyphens/>
        <w:spacing w:after="120"/>
        <w:ind w:left="357"/>
        <w:jc w:val="both"/>
        <w:rPr>
          <w:kern w:val="1"/>
          <w:szCs w:val="20"/>
          <w:lang w:eastAsia="ar-SA"/>
        </w:rPr>
      </w:pPr>
    </w:p>
    <w:p w14:paraId="0BEECD24" w14:textId="77777777" w:rsidR="009E4534" w:rsidRDefault="009E4534" w:rsidP="009E4534">
      <w:pPr>
        <w:suppressAutoHyphens/>
        <w:spacing w:after="120"/>
        <w:ind w:left="357"/>
        <w:jc w:val="both"/>
        <w:rPr>
          <w:kern w:val="1"/>
          <w:szCs w:val="20"/>
          <w:lang w:eastAsia="ar-SA"/>
        </w:rPr>
      </w:pPr>
      <w:r w:rsidRPr="00100752">
        <w:rPr>
          <w:kern w:val="1"/>
          <w:szCs w:val="20"/>
          <w:lang w:eastAsia="ar-SA"/>
        </w:rPr>
        <w:t>maksumus ………………… eurot, millele lisandub käibemaks 20%;</w:t>
      </w:r>
    </w:p>
    <w:p w14:paraId="6331BFA0" w14:textId="63408749" w:rsidR="00D33785"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Pr>
          <w:kern w:val="1"/>
          <w:szCs w:val="20"/>
          <w:lang w:eastAsia="ar-SA"/>
        </w:rPr>
        <w:t>tähtaeg 4</w:t>
      </w:r>
      <w:r w:rsidRPr="005B52CD">
        <w:rPr>
          <w:kern w:val="1"/>
          <w:szCs w:val="20"/>
          <w:lang w:eastAsia="ar-SA"/>
        </w:rPr>
        <w:t xml:space="preserve"> kuud peale lepingu allkirjastamist</w:t>
      </w:r>
      <w:r w:rsidRPr="00100752">
        <w:rPr>
          <w:kern w:val="1"/>
          <w:szCs w:val="20"/>
          <w:lang w:eastAsia="ar-SA"/>
        </w:rPr>
        <w:t xml:space="preserve"> osapoolte poolt.                         </w:t>
      </w:r>
    </w:p>
    <w:p w14:paraId="1CE27B2B" w14:textId="6D90805A" w:rsidR="00D33785" w:rsidRPr="00100752" w:rsidRDefault="00D33785" w:rsidP="00D33785">
      <w:pPr>
        <w:tabs>
          <w:tab w:val="left" w:pos="0"/>
        </w:tabs>
        <w:suppressAutoHyphens/>
        <w:jc w:val="both"/>
        <w:rPr>
          <w:kern w:val="1"/>
          <w:szCs w:val="20"/>
          <w:lang w:eastAsia="ar-SA"/>
        </w:rPr>
      </w:pPr>
    </w:p>
    <w:p w14:paraId="72B442D0" w14:textId="78BBF47C" w:rsidR="00D33785" w:rsidRPr="00100752" w:rsidRDefault="009E4534" w:rsidP="00D33785">
      <w:pPr>
        <w:tabs>
          <w:tab w:val="left" w:pos="0"/>
        </w:tabs>
        <w:suppressAutoHyphens/>
        <w:jc w:val="both"/>
        <w:rPr>
          <w:i/>
          <w:strike/>
          <w:color w:val="FFC000"/>
          <w:kern w:val="1"/>
          <w:szCs w:val="20"/>
          <w:lang w:eastAsia="ar-SA"/>
        </w:rPr>
      </w:pPr>
      <w:r>
        <w:rPr>
          <w:b/>
          <w:kern w:val="1"/>
          <w:szCs w:val="20"/>
          <w:lang w:eastAsia="ar-SA"/>
        </w:rPr>
        <w:t>3.</w:t>
      </w:r>
      <w:r w:rsidR="00D33785" w:rsidRPr="00100752">
        <w:rPr>
          <w:b/>
          <w:bCs/>
          <w:kern w:val="1"/>
          <w:szCs w:val="20"/>
          <w:lang w:eastAsia="ar-SA"/>
        </w:rPr>
        <w:t xml:space="preserve">Tööprojekt </w:t>
      </w:r>
      <w:r w:rsidR="00D33785" w:rsidRPr="00100752">
        <w:rPr>
          <w:b/>
          <w:bCs/>
          <w:i/>
          <w:kern w:val="1"/>
          <w:szCs w:val="20"/>
          <w:lang w:eastAsia="ar-SA"/>
        </w:rPr>
        <w:t>(paber- ja digitaalsel andmekandjal)</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77777777" w:rsidR="00D33785" w:rsidRPr="00100752" w:rsidRDefault="00D33785" w:rsidP="00D33785">
      <w:pPr>
        <w:suppressAutoHyphens/>
        <w:spacing w:after="120"/>
        <w:ind w:left="357"/>
        <w:jc w:val="both"/>
        <w:rPr>
          <w:kern w:val="1"/>
          <w:szCs w:val="20"/>
          <w:lang w:eastAsia="ar-SA"/>
        </w:rPr>
      </w:pPr>
      <w:r w:rsidRPr="00100752">
        <w:rPr>
          <w:kern w:val="1"/>
          <w:szCs w:val="20"/>
          <w:lang w:eastAsia="ar-SA"/>
        </w:rPr>
        <w:t>maksumus ……………………. eurot, millele lisandub käibemaks 20%;</w:t>
      </w:r>
    </w:p>
    <w:p w14:paraId="225B2E04" w14:textId="4332C98B" w:rsidR="00D33785" w:rsidRPr="00100752" w:rsidRDefault="00D33785" w:rsidP="00D33785">
      <w:pPr>
        <w:suppressAutoHyphens/>
        <w:ind w:left="360"/>
        <w:jc w:val="both"/>
        <w:rPr>
          <w:kern w:val="1"/>
          <w:szCs w:val="20"/>
          <w:lang w:eastAsia="ar-SA"/>
        </w:rPr>
      </w:pPr>
      <w:r w:rsidRPr="00100752">
        <w:rPr>
          <w:kern w:val="1"/>
          <w:szCs w:val="20"/>
          <w:lang w:eastAsia="ar-SA"/>
        </w:rPr>
        <w:t xml:space="preserve">tähtaeg </w:t>
      </w:r>
      <w:r w:rsidR="009D1CED" w:rsidRPr="009D1CED">
        <w:rPr>
          <w:kern w:val="1"/>
          <w:szCs w:val="20"/>
          <w:lang w:eastAsia="ar-SA"/>
        </w:rPr>
        <w:t xml:space="preserve">6 </w:t>
      </w:r>
      <w:r w:rsidRPr="00100752">
        <w:rPr>
          <w:kern w:val="1"/>
          <w:szCs w:val="20"/>
          <w:lang w:eastAsia="ar-SA"/>
        </w:rPr>
        <w:t xml:space="preserve"> kuud peale lepingu allkirjastamist osapoolte poolt.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77777777"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 eurot, millele lisandub käibemaks 20%.</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proofErr w:type="spellStart"/>
      <w:r w:rsidRPr="00100752">
        <w:rPr>
          <w:kern w:val="1"/>
          <w:szCs w:val="20"/>
          <w:lang w:eastAsia="ar-SA"/>
        </w:rPr>
        <w:t>Projekteerija</w:t>
      </w:r>
      <w:proofErr w:type="spellEnd"/>
      <w:r w:rsidRPr="00100752">
        <w:rPr>
          <w:kern w:val="1"/>
          <w:szCs w:val="20"/>
          <w:lang w:eastAsia="ar-SA"/>
        </w:rPr>
        <w:t xml:space="preserve">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77777777" w:rsidR="00D33785" w:rsidRPr="00007B53" w:rsidRDefault="00D33785" w:rsidP="00D33785">
      <w:pPr>
        <w:tabs>
          <w:tab w:val="left" w:pos="0"/>
        </w:tabs>
        <w:suppressAutoHyphens/>
        <w:jc w:val="both"/>
        <w:rPr>
          <w:kern w:val="1"/>
          <w:szCs w:val="20"/>
          <w:lang w:eastAsia="ar-SA"/>
        </w:rPr>
      </w:pPr>
      <w:r w:rsidRPr="00100752">
        <w:rPr>
          <w:kern w:val="1"/>
          <w:szCs w:val="20"/>
          <w:lang w:eastAsia="ar-SA"/>
        </w:rPr>
        <w:t>...........................................</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sectPr w:rsidR="00D33785" w:rsidRPr="00007B53" w:rsidSect="009A75D1">
      <w:headerReference w:type="even" r:id="rId8"/>
      <w:headerReference w:type="default" r:id="rId9"/>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81152A" w14:textId="77777777" w:rsidR="00A55DB2" w:rsidRDefault="00A55DB2">
      <w:r>
        <w:separator/>
      </w:r>
    </w:p>
  </w:endnote>
  <w:endnote w:type="continuationSeparator" w:id="0">
    <w:p w14:paraId="056007C2" w14:textId="77777777" w:rsidR="00A55DB2" w:rsidRDefault="00A55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AFF80" w14:textId="77777777" w:rsidR="00A55DB2" w:rsidRDefault="00A55DB2">
      <w:r>
        <w:separator/>
      </w:r>
    </w:p>
  </w:footnote>
  <w:footnote w:type="continuationSeparator" w:id="0">
    <w:p w14:paraId="6697333C" w14:textId="77777777" w:rsidR="00A55DB2" w:rsidRDefault="00A55D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5FB93" w14:textId="77777777" w:rsidR="00252E87" w:rsidRDefault="00252E87" w:rsidP="006669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60F4BE" w14:textId="77777777" w:rsidR="00252E87" w:rsidRDefault="00252E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845AF" w14:textId="075BAF1C" w:rsidR="00252E87" w:rsidRDefault="00252E87" w:rsidP="006669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54611">
      <w:rPr>
        <w:rStyle w:val="PageNumber"/>
        <w:noProof/>
      </w:rPr>
      <w:t>6</w:t>
    </w:r>
    <w:r>
      <w:rPr>
        <w:rStyle w:val="PageNumber"/>
      </w:rPr>
      <w:fldChar w:fldCharType="end"/>
    </w:r>
  </w:p>
  <w:p w14:paraId="3C760265" w14:textId="77777777" w:rsidR="00252E87" w:rsidRPr="006669FD" w:rsidRDefault="00252E87" w:rsidP="00377D65">
    <w:pPr>
      <w:pStyle w:val="Header"/>
      <w:jc w:val="right"/>
      <w:rPr>
        <w:rFonts w:ascii="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abstractNumId w:val="4"/>
  </w:num>
  <w:num w:numId="2">
    <w:abstractNumId w:val="3"/>
  </w:num>
  <w:num w:numId="3">
    <w:abstractNumId w:val="2"/>
  </w:num>
  <w:num w:numId="4">
    <w:abstractNumId w:val="5"/>
  </w:num>
  <w:num w:numId="5">
    <w:abstractNumId w:val="5"/>
  </w:num>
  <w:num w:numId="6">
    <w:abstractNumId w:val="1"/>
  </w:num>
  <w:num w:numId="7">
    <w:abstractNumId w:val="0"/>
  </w:num>
  <w:num w:numId="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D64"/>
    <w:rsid w:val="00007B53"/>
    <w:rsid w:val="000236BA"/>
    <w:rsid w:val="0002466A"/>
    <w:rsid w:val="00070E9C"/>
    <w:rsid w:val="000828A2"/>
    <w:rsid w:val="00085CAD"/>
    <w:rsid w:val="00092649"/>
    <w:rsid w:val="000B24B2"/>
    <w:rsid w:val="000C52F9"/>
    <w:rsid w:val="000F573A"/>
    <w:rsid w:val="00100752"/>
    <w:rsid w:val="00117F0D"/>
    <w:rsid w:val="001222F1"/>
    <w:rsid w:val="00130781"/>
    <w:rsid w:val="0013352E"/>
    <w:rsid w:val="0016496E"/>
    <w:rsid w:val="00180E85"/>
    <w:rsid w:val="00187866"/>
    <w:rsid w:val="001D3892"/>
    <w:rsid w:val="0021322F"/>
    <w:rsid w:val="00222E23"/>
    <w:rsid w:val="002437D4"/>
    <w:rsid w:val="00252E87"/>
    <w:rsid w:val="0029343E"/>
    <w:rsid w:val="00294162"/>
    <w:rsid w:val="002B20A0"/>
    <w:rsid w:val="003007F8"/>
    <w:rsid w:val="00311242"/>
    <w:rsid w:val="00312480"/>
    <w:rsid w:val="00321530"/>
    <w:rsid w:val="0033099A"/>
    <w:rsid w:val="00334452"/>
    <w:rsid w:val="00337FC6"/>
    <w:rsid w:val="0037187B"/>
    <w:rsid w:val="003731BF"/>
    <w:rsid w:val="00377D65"/>
    <w:rsid w:val="003B3FCC"/>
    <w:rsid w:val="003C70DA"/>
    <w:rsid w:val="003D1FD3"/>
    <w:rsid w:val="003D4F57"/>
    <w:rsid w:val="003F26F1"/>
    <w:rsid w:val="00402796"/>
    <w:rsid w:val="0040704F"/>
    <w:rsid w:val="00437D85"/>
    <w:rsid w:val="00474CCC"/>
    <w:rsid w:val="0048584E"/>
    <w:rsid w:val="00551773"/>
    <w:rsid w:val="005B1C24"/>
    <w:rsid w:val="005D6C7E"/>
    <w:rsid w:val="005F3F19"/>
    <w:rsid w:val="0061474F"/>
    <w:rsid w:val="00616409"/>
    <w:rsid w:val="00634FF0"/>
    <w:rsid w:val="00662208"/>
    <w:rsid w:val="006669FD"/>
    <w:rsid w:val="006725E5"/>
    <w:rsid w:val="00672EAA"/>
    <w:rsid w:val="00687CD8"/>
    <w:rsid w:val="006921B3"/>
    <w:rsid w:val="006C23CE"/>
    <w:rsid w:val="006F20A8"/>
    <w:rsid w:val="00701EC5"/>
    <w:rsid w:val="00720C5F"/>
    <w:rsid w:val="007548FE"/>
    <w:rsid w:val="00764935"/>
    <w:rsid w:val="0076689E"/>
    <w:rsid w:val="00770519"/>
    <w:rsid w:val="007926C9"/>
    <w:rsid w:val="00793C2D"/>
    <w:rsid w:val="007C58DC"/>
    <w:rsid w:val="007D392A"/>
    <w:rsid w:val="008071A6"/>
    <w:rsid w:val="0081346C"/>
    <w:rsid w:val="00831570"/>
    <w:rsid w:val="008633AC"/>
    <w:rsid w:val="00867887"/>
    <w:rsid w:val="00887B9B"/>
    <w:rsid w:val="00891ED1"/>
    <w:rsid w:val="00896385"/>
    <w:rsid w:val="008A43C7"/>
    <w:rsid w:val="008B1F2F"/>
    <w:rsid w:val="008C0E08"/>
    <w:rsid w:val="008E55EB"/>
    <w:rsid w:val="00925E1C"/>
    <w:rsid w:val="009267C2"/>
    <w:rsid w:val="00927A44"/>
    <w:rsid w:val="00943DB2"/>
    <w:rsid w:val="00962F05"/>
    <w:rsid w:val="009A75D1"/>
    <w:rsid w:val="009B6662"/>
    <w:rsid w:val="009C2AB5"/>
    <w:rsid w:val="009D1CED"/>
    <w:rsid w:val="009E3036"/>
    <w:rsid w:val="009E4534"/>
    <w:rsid w:val="009E727A"/>
    <w:rsid w:val="00A164C6"/>
    <w:rsid w:val="00A24037"/>
    <w:rsid w:val="00A53EDF"/>
    <w:rsid w:val="00A55DB2"/>
    <w:rsid w:val="00A858A3"/>
    <w:rsid w:val="00AC6140"/>
    <w:rsid w:val="00AE027C"/>
    <w:rsid w:val="00AE4593"/>
    <w:rsid w:val="00B02111"/>
    <w:rsid w:val="00B1136F"/>
    <w:rsid w:val="00B47672"/>
    <w:rsid w:val="00B97297"/>
    <w:rsid w:val="00B97815"/>
    <w:rsid w:val="00BA0F84"/>
    <w:rsid w:val="00BA6375"/>
    <w:rsid w:val="00BC7FD0"/>
    <w:rsid w:val="00BD22CC"/>
    <w:rsid w:val="00BF5D64"/>
    <w:rsid w:val="00C10513"/>
    <w:rsid w:val="00C11329"/>
    <w:rsid w:val="00C37434"/>
    <w:rsid w:val="00C5662F"/>
    <w:rsid w:val="00C677AC"/>
    <w:rsid w:val="00CA3076"/>
    <w:rsid w:val="00CB0220"/>
    <w:rsid w:val="00CD48A2"/>
    <w:rsid w:val="00CD52E7"/>
    <w:rsid w:val="00CE4463"/>
    <w:rsid w:val="00D00DD0"/>
    <w:rsid w:val="00D07E0A"/>
    <w:rsid w:val="00D33785"/>
    <w:rsid w:val="00D34B46"/>
    <w:rsid w:val="00D37E26"/>
    <w:rsid w:val="00D42A8F"/>
    <w:rsid w:val="00D7447A"/>
    <w:rsid w:val="00DA46CA"/>
    <w:rsid w:val="00DC7FDF"/>
    <w:rsid w:val="00DD6D16"/>
    <w:rsid w:val="00DE2A44"/>
    <w:rsid w:val="00DE5300"/>
    <w:rsid w:val="00E22664"/>
    <w:rsid w:val="00E32DB2"/>
    <w:rsid w:val="00E36FA4"/>
    <w:rsid w:val="00E54611"/>
    <w:rsid w:val="00E61950"/>
    <w:rsid w:val="00E74ACF"/>
    <w:rsid w:val="00E85A15"/>
    <w:rsid w:val="00EB6E1F"/>
    <w:rsid w:val="00ED0D25"/>
    <w:rsid w:val="00ED2357"/>
    <w:rsid w:val="00EE29F4"/>
    <w:rsid w:val="00EE3C2F"/>
    <w:rsid w:val="00EE5EC3"/>
    <w:rsid w:val="00EF3CCA"/>
    <w:rsid w:val="00F62E72"/>
    <w:rsid w:val="00F85E41"/>
    <w:rsid w:val="00F87CF6"/>
    <w:rsid w:val="00F91FEA"/>
    <w:rsid w:val="00FA24E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9FD"/>
    <w:rPr>
      <w:sz w:val="24"/>
      <w:szCs w:val="24"/>
      <w:lang w:eastAsia="en-US"/>
    </w:rPr>
  </w:style>
  <w:style w:type="paragraph" w:styleId="Heading1">
    <w:name w:val="heading 1"/>
    <w:basedOn w:val="Normal"/>
    <w:next w:val="Normal"/>
    <w:qFormat/>
    <w:rsid w:val="006669FD"/>
    <w:pPr>
      <w:keepNext/>
      <w:outlineLvl w:val="0"/>
    </w:pPr>
    <w:rPr>
      <w:b/>
      <w:bCs/>
      <w:szCs w:val="23"/>
    </w:rPr>
  </w:style>
  <w:style w:type="paragraph" w:styleId="Heading2">
    <w:name w:val="heading 2"/>
    <w:basedOn w:val="Normal"/>
    <w:next w:val="Normal"/>
    <w:qFormat/>
    <w:rsid w:val="006669FD"/>
    <w:pPr>
      <w:keepNext/>
      <w:outlineLvl w:val="1"/>
    </w:pPr>
    <w:rPr>
      <w:i/>
      <w:iCs/>
    </w:rPr>
  </w:style>
  <w:style w:type="paragraph" w:styleId="Heading3">
    <w:name w:val="heading 3"/>
    <w:basedOn w:val="Normal"/>
    <w:next w:val="Normal"/>
    <w:link w:val="Heading3Char"/>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qFormat/>
    <w:rsid w:val="006669FD"/>
    <w:pPr>
      <w:keepNext/>
      <w:ind w:left="1440" w:firstLine="720"/>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Title">
    <w:name w:val="Title"/>
    <w:basedOn w:val="Normal"/>
    <w:qFormat/>
    <w:rsid w:val="006669FD"/>
    <w:pPr>
      <w:jc w:val="center"/>
    </w:pPr>
    <w:rPr>
      <w:b/>
      <w:bCs/>
    </w:rPr>
  </w:style>
  <w:style w:type="paragraph" w:styleId="Header">
    <w:name w:val="header"/>
    <w:basedOn w:val="Normal"/>
    <w:rsid w:val="006669FD"/>
    <w:pPr>
      <w:tabs>
        <w:tab w:val="center" w:pos="4536"/>
        <w:tab w:val="right" w:pos="9072"/>
      </w:tabs>
    </w:pPr>
  </w:style>
  <w:style w:type="character" w:styleId="PageNumber">
    <w:name w:val="page number"/>
    <w:basedOn w:val="DefaultParagraphFont"/>
    <w:rsid w:val="006669FD"/>
  </w:style>
  <w:style w:type="paragraph" w:styleId="Footer">
    <w:name w:val="footer"/>
    <w:basedOn w:val="Normal"/>
    <w:rsid w:val="006669FD"/>
    <w:pPr>
      <w:tabs>
        <w:tab w:val="center" w:pos="4536"/>
        <w:tab w:val="right" w:pos="9072"/>
      </w:tabs>
    </w:pPr>
  </w:style>
  <w:style w:type="table" w:styleId="TableGrid">
    <w:name w:val="Table Grid"/>
    <w:basedOn w:val="TableNorma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222E23"/>
    <w:rPr>
      <w:rFonts w:ascii="Tahoma" w:hAnsi="Tahoma" w:cs="Tahoma"/>
      <w:sz w:val="16"/>
      <w:szCs w:val="16"/>
    </w:rPr>
  </w:style>
  <w:style w:type="character" w:customStyle="1" w:styleId="BalloonTextChar">
    <w:name w:val="Balloon Text Char"/>
    <w:basedOn w:val="DefaultParagraphFont"/>
    <w:link w:val="BalloonText"/>
    <w:semiHidden/>
    <w:rsid w:val="00222E23"/>
    <w:rPr>
      <w:rFonts w:ascii="Tahoma" w:hAnsi="Tahoma" w:cs="Tahoma"/>
      <w:sz w:val="16"/>
      <w:szCs w:val="16"/>
      <w:lang w:eastAsia="en-US"/>
    </w:rPr>
  </w:style>
  <w:style w:type="paragraph" w:styleId="NormalWeb">
    <w:name w:val="Normal (Web)"/>
    <w:basedOn w:val="Normal"/>
    <w:rsid w:val="00867887"/>
    <w:pPr>
      <w:spacing w:before="100" w:beforeAutospacing="1" w:after="100" w:afterAutospacing="1"/>
    </w:pPr>
    <w:rPr>
      <w:lang w:val="en-GB"/>
    </w:rPr>
  </w:style>
  <w:style w:type="character" w:styleId="CommentReference">
    <w:name w:val="annotation reference"/>
    <w:basedOn w:val="DefaultParagraphFont"/>
    <w:uiPriority w:val="99"/>
    <w:rsid w:val="00867887"/>
    <w:rPr>
      <w:sz w:val="16"/>
      <w:szCs w:val="16"/>
    </w:rPr>
  </w:style>
  <w:style w:type="paragraph" w:styleId="CommentText">
    <w:name w:val="annotation text"/>
    <w:basedOn w:val="Normal"/>
    <w:link w:val="CommentTextChar"/>
    <w:uiPriority w:val="99"/>
    <w:rsid w:val="00867887"/>
    <w:rPr>
      <w:sz w:val="20"/>
      <w:szCs w:val="20"/>
    </w:rPr>
  </w:style>
  <w:style w:type="character" w:customStyle="1" w:styleId="CommentTextChar">
    <w:name w:val="Comment Text Char"/>
    <w:basedOn w:val="DefaultParagraphFont"/>
    <w:link w:val="CommentText"/>
    <w:uiPriority w:val="99"/>
    <w:rsid w:val="00867887"/>
    <w:rPr>
      <w:lang w:eastAsia="en-US"/>
    </w:rPr>
  </w:style>
  <w:style w:type="paragraph" w:styleId="ListParagraph">
    <w:name w:val="List Paragraph"/>
    <w:basedOn w:val="Normal"/>
    <w:uiPriority w:val="34"/>
    <w:qFormat/>
    <w:rsid w:val="0048584E"/>
    <w:pPr>
      <w:ind w:left="708"/>
    </w:pPr>
    <w:rPr>
      <w:lang w:eastAsia="et-EE"/>
    </w:rPr>
  </w:style>
  <w:style w:type="paragraph" w:styleId="CommentSubject">
    <w:name w:val="annotation subject"/>
    <w:basedOn w:val="CommentText"/>
    <w:next w:val="CommentText"/>
    <w:link w:val="CommentSubjectChar"/>
    <w:semiHidden/>
    <w:unhideWhenUsed/>
    <w:rsid w:val="0048584E"/>
    <w:rPr>
      <w:b/>
      <w:bCs/>
    </w:rPr>
  </w:style>
  <w:style w:type="character" w:customStyle="1" w:styleId="CommentSubjectChar">
    <w:name w:val="Comment Subject Char"/>
    <w:basedOn w:val="CommentTextChar"/>
    <w:link w:val="CommentSubject"/>
    <w:semiHidden/>
    <w:rsid w:val="0048584E"/>
    <w:rPr>
      <w:b/>
      <w:bCs/>
      <w:lang w:eastAsia="en-US"/>
    </w:rPr>
  </w:style>
  <w:style w:type="paragraph" w:customStyle="1" w:styleId="Pealkiri11">
    <w:name w:val="Pealkiri 11"/>
    <w:basedOn w:val="Normal"/>
    <w:rsid w:val="00092649"/>
    <w:pPr>
      <w:numPr>
        <w:numId w:val="5"/>
      </w:numPr>
    </w:pPr>
  </w:style>
  <w:style w:type="paragraph" w:customStyle="1" w:styleId="Pealkiri21">
    <w:name w:val="Pealkiri 21"/>
    <w:basedOn w:val="Normal"/>
    <w:rsid w:val="00092649"/>
    <w:pPr>
      <w:numPr>
        <w:ilvl w:val="1"/>
        <w:numId w:val="5"/>
      </w:numPr>
    </w:pPr>
  </w:style>
  <w:style w:type="paragraph" w:customStyle="1" w:styleId="Pealkiri31">
    <w:name w:val="Pealkiri 31"/>
    <w:basedOn w:val="Normal"/>
    <w:rsid w:val="00092649"/>
    <w:pPr>
      <w:numPr>
        <w:ilvl w:val="2"/>
        <w:numId w:val="5"/>
      </w:numPr>
    </w:pPr>
  </w:style>
  <w:style w:type="paragraph" w:customStyle="1" w:styleId="Pealkiri41">
    <w:name w:val="Pealkiri 41"/>
    <w:basedOn w:val="Normal"/>
    <w:rsid w:val="00092649"/>
    <w:pPr>
      <w:numPr>
        <w:ilvl w:val="3"/>
        <w:numId w:val="5"/>
      </w:numPr>
    </w:pPr>
  </w:style>
  <w:style w:type="paragraph" w:customStyle="1" w:styleId="Pealkiri51">
    <w:name w:val="Pealkiri 51"/>
    <w:basedOn w:val="Normal"/>
    <w:rsid w:val="00092649"/>
    <w:pPr>
      <w:numPr>
        <w:ilvl w:val="4"/>
        <w:numId w:val="5"/>
      </w:numPr>
    </w:pPr>
  </w:style>
  <w:style w:type="paragraph" w:customStyle="1" w:styleId="Pealkiri61">
    <w:name w:val="Pealkiri 61"/>
    <w:basedOn w:val="Normal"/>
    <w:rsid w:val="00092649"/>
    <w:pPr>
      <w:numPr>
        <w:ilvl w:val="5"/>
        <w:numId w:val="5"/>
      </w:numPr>
    </w:pPr>
  </w:style>
  <w:style w:type="paragraph" w:customStyle="1" w:styleId="Pealkiri71">
    <w:name w:val="Pealkiri 71"/>
    <w:basedOn w:val="Normal"/>
    <w:rsid w:val="00092649"/>
    <w:pPr>
      <w:numPr>
        <w:ilvl w:val="6"/>
        <w:numId w:val="5"/>
      </w:numPr>
    </w:pPr>
  </w:style>
  <w:style w:type="paragraph" w:customStyle="1" w:styleId="Pealkiri81">
    <w:name w:val="Pealkiri 81"/>
    <w:basedOn w:val="Normal"/>
    <w:rsid w:val="00092649"/>
    <w:pPr>
      <w:numPr>
        <w:ilvl w:val="7"/>
        <w:numId w:val="5"/>
      </w:numPr>
    </w:pPr>
  </w:style>
  <w:style w:type="paragraph" w:customStyle="1" w:styleId="Pealkiri91">
    <w:name w:val="Pealkiri 91"/>
    <w:basedOn w:val="Normal"/>
    <w:rsid w:val="00092649"/>
    <w:pPr>
      <w:numPr>
        <w:ilvl w:val="8"/>
        <w:numId w:val="5"/>
      </w:numPr>
    </w:pPr>
  </w:style>
  <w:style w:type="character" w:customStyle="1" w:styleId="Heading3Char">
    <w:name w:val="Heading 3 Char"/>
    <w:basedOn w:val="DefaultParagraphFont"/>
    <w:link w:val="Heading3"/>
    <w:semiHidden/>
    <w:rsid w:val="00007B53"/>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EB04C88DB494653AD1F9D1F258B9FCC"/>
        <w:category>
          <w:name w:val="General"/>
          <w:gallery w:val="placeholder"/>
        </w:category>
        <w:types>
          <w:type w:val="bbPlcHdr"/>
        </w:types>
        <w:behaviors>
          <w:behavior w:val="content"/>
        </w:behaviors>
        <w:guid w:val="{778F79FD-E355-431E-BF83-68E01FB00A90}"/>
      </w:docPartPr>
      <w:docPartBody>
        <w:p w:rsidR="00F740D8" w:rsidRDefault="002818F2">
          <w:pPr>
            <w:pStyle w:val="FEB04C88DB494653AD1F9D1F258B9FCC"/>
          </w:pPr>
          <w:r w:rsidRPr="00BE118B">
            <w:rPr>
              <w:rStyle w:val="PlaceholderText"/>
            </w:rPr>
            <w:t>Click here to enter a date.</w:t>
          </w:r>
        </w:p>
      </w:docPartBody>
    </w:docPart>
    <w:docPart>
      <w:docPartPr>
        <w:name w:val="8F033358870C483DB31F87EE230C268D"/>
        <w:category>
          <w:name w:val="General"/>
          <w:gallery w:val="placeholder"/>
        </w:category>
        <w:types>
          <w:type w:val="bbPlcHdr"/>
        </w:types>
        <w:behaviors>
          <w:behavior w:val="content"/>
        </w:behaviors>
        <w:guid w:val="{6D39CB42-93F9-42BA-A703-A8B0281AD100}"/>
      </w:docPartPr>
      <w:docPartBody>
        <w:p w:rsidR="00F740D8" w:rsidRDefault="002818F2">
          <w:pPr>
            <w:pStyle w:val="8F033358870C483DB31F87EE230C268D"/>
          </w:pPr>
          <w:r w:rsidRPr="00BE118B">
            <w:rPr>
              <w:rStyle w:val="PlaceholderText"/>
            </w:rPr>
            <w:t>Choose an item.</w:t>
          </w:r>
        </w:p>
      </w:docPartBody>
    </w:docPart>
    <w:docPart>
      <w:docPartPr>
        <w:name w:val="D145C4DD65674F18940769F03CCCD063"/>
        <w:category>
          <w:name w:val="General"/>
          <w:gallery w:val="placeholder"/>
        </w:category>
        <w:types>
          <w:type w:val="bbPlcHdr"/>
        </w:types>
        <w:behaviors>
          <w:behavior w:val="content"/>
        </w:behaviors>
        <w:guid w:val="{DB61A3F3-DDCC-402D-8CC4-FCD702167054}"/>
      </w:docPartPr>
      <w:docPartBody>
        <w:p w:rsidR="00F740D8" w:rsidRDefault="002818F2">
          <w:pPr>
            <w:pStyle w:val="D145C4DD65674F18940769F03CCCD063"/>
          </w:pPr>
          <w:r w:rsidRPr="00BE118B">
            <w:rPr>
              <w:rStyle w:val="PlaceholderText"/>
            </w:rPr>
            <w:t>Click here to enter a date.</w:t>
          </w:r>
        </w:p>
      </w:docPartBody>
    </w:docPart>
    <w:docPart>
      <w:docPartPr>
        <w:name w:val="5F02792E2BFD408C88B2027115312D5E"/>
        <w:category>
          <w:name w:val="General"/>
          <w:gallery w:val="placeholder"/>
        </w:category>
        <w:types>
          <w:type w:val="bbPlcHdr"/>
        </w:types>
        <w:behaviors>
          <w:behavior w:val="content"/>
        </w:behaviors>
        <w:guid w:val="{F36E24D7-9DC9-4231-BF75-3EF643488777}"/>
      </w:docPartPr>
      <w:docPartBody>
        <w:p w:rsidR="00F740D8" w:rsidRDefault="002818F2">
          <w:pPr>
            <w:pStyle w:val="5F02792E2BFD408C88B2027115312D5E"/>
          </w:pPr>
          <w:r w:rsidRPr="00BE118B">
            <w:rPr>
              <w:rStyle w:val="PlaceholderText"/>
            </w:rPr>
            <w:t>Choose an item.</w:t>
          </w:r>
        </w:p>
      </w:docPartBody>
    </w:docPart>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PlaceholderTex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PlaceholderText"/>
            </w:rPr>
            <w:t>Choose an item.</w:t>
          </w:r>
        </w:p>
      </w:docPartBody>
    </w:docPart>
    <w:docPart>
      <w:docPartPr>
        <w:name w:val="E236B6130DF64227A378F0FE3B32AF7D"/>
        <w:category>
          <w:name w:val="General"/>
          <w:gallery w:val="placeholder"/>
        </w:category>
        <w:types>
          <w:type w:val="bbPlcHdr"/>
        </w:types>
        <w:behaviors>
          <w:behavior w:val="content"/>
        </w:behaviors>
        <w:guid w:val="{E6C47597-D979-48E3-9C0B-FCCFE43F168E}"/>
      </w:docPartPr>
      <w:docPartBody>
        <w:p w:rsidR="00F740D8" w:rsidRDefault="002818F2">
          <w:pPr>
            <w:pStyle w:val="E236B6130DF64227A378F0FE3B32AF7D"/>
          </w:pPr>
          <w:r w:rsidRPr="00BE118B">
            <w:rPr>
              <w:rStyle w:val="PlaceholderText"/>
            </w:rPr>
            <w:t>Choose an item.</w:t>
          </w:r>
        </w:p>
      </w:docPartBody>
    </w:docPart>
    <w:docPart>
      <w:docPartPr>
        <w:name w:val="EB0A11D5107942D6B98419204839E5D4"/>
        <w:category>
          <w:name w:val="General"/>
          <w:gallery w:val="placeholder"/>
        </w:category>
        <w:types>
          <w:type w:val="bbPlcHdr"/>
        </w:types>
        <w:behaviors>
          <w:behavior w:val="content"/>
        </w:behaviors>
        <w:guid w:val="{4C99C75F-011F-4AB1-98CF-0505F34C0001}"/>
      </w:docPartPr>
      <w:docPartBody>
        <w:p w:rsidR="00F740D8" w:rsidRDefault="002818F2">
          <w:pPr>
            <w:pStyle w:val="EB0A11D5107942D6B98419204839E5D4"/>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0D8"/>
    <w:rsid w:val="00076307"/>
    <w:rsid w:val="001503E1"/>
    <w:rsid w:val="002818F2"/>
    <w:rsid w:val="004F6268"/>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EB04C88DB494653AD1F9D1F258B9FCC">
    <w:name w:val="FEB04C88DB494653AD1F9D1F258B9FCC"/>
  </w:style>
  <w:style w:type="paragraph" w:customStyle="1" w:styleId="8F033358870C483DB31F87EE230C268D">
    <w:name w:val="8F033358870C483DB31F87EE230C268D"/>
  </w:style>
  <w:style w:type="paragraph" w:customStyle="1" w:styleId="D145C4DD65674F18940769F03CCCD063">
    <w:name w:val="D145C4DD65674F18940769F03CCCD063"/>
  </w:style>
  <w:style w:type="paragraph" w:customStyle="1" w:styleId="5F02792E2BFD408C88B2027115312D5E">
    <w:name w:val="5F02792E2BFD408C88B2027115312D5E"/>
  </w:style>
  <w:style w:type="paragraph" w:customStyle="1" w:styleId="DE41224C618B41A1AC0FDE9F9CECA43B">
    <w:name w:val="DE41224C618B41A1AC0FDE9F9CECA43B"/>
  </w:style>
  <w:style w:type="paragraph" w:customStyle="1" w:styleId="780C28E486FD4221B5177574DF1886E1">
    <w:name w:val="780C28E486FD4221B5177574DF1886E1"/>
  </w:style>
  <w:style w:type="paragraph" w:customStyle="1" w:styleId="E236B6130DF64227A378F0FE3B32AF7D">
    <w:name w:val="E236B6130DF64227A378F0FE3B32AF7D"/>
  </w:style>
  <w:style w:type="paragraph" w:customStyle="1" w:styleId="EB0A11D5107942D6B98419204839E5D4">
    <w:name w:val="EB0A11D5107942D6B98419204839E5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903F6-C7FF-4B1D-98FF-66504D58D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Template>
  <TotalTime>2</TotalTime>
  <Pages>6</Pages>
  <Words>2153</Words>
  <Characters>12490</Characters>
  <Application>Microsoft Office Word</Application>
  <DocSecurity>0</DocSecurity>
  <Lines>104</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Marge Rebane</cp:lastModifiedBy>
  <cp:revision>3</cp:revision>
  <cp:lastPrinted>1900-12-31T22:00:00Z</cp:lastPrinted>
  <dcterms:created xsi:type="dcterms:W3CDTF">2023-04-04T08:58:00Z</dcterms:created>
  <dcterms:modified xsi:type="dcterms:W3CDTF">2023-04-04T08:59:00Z</dcterms:modified>
</cp:coreProperties>
</file>